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380D0" w14:textId="77777777" w:rsidR="00F124DF" w:rsidRPr="00F124DF" w:rsidRDefault="00F124DF" w:rsidP="00F124DF">
      <w:pPr>
        <w:tabs>
          <w:tab w:val="center" w:pos="5420"/>
          <w:tab w:val="left" w:pos="10110"/>
        </w:tabs>
        <w:spacing w:after="0"/>
        <w:ind w:left="6372"/>
        <w:rPr>
          <w:rFonts w:asciiTheme="minorHAnsi" w:hAnsiTheme="minorHAnsi" w:cstheme="minorHAnsi"/>
          <w:bCs/>
        </w:rPr>
      </w:pPr>
      <w:r w:rsidRPr="00F124DF">
        <w:rPr>
          <w:rFonts w:asciiTheme="minorHAnsi" w:hAnsiTheme="minorHAnsi" w:cstheme="minorHAnsi"/>
          <w:bCs/>
        </w:rPr>
        <w:t>Spett.le</w:t>
      </w:r>
    </w:p>
    <w:p w14:paraId="26A18DF2" w14:textId="77777777" w:rsidR="00F124DF" w:rsidRPr="00F124DF" w:rsidRDefault="00F124DF" w:rsidP="00F124DF">
      <w:pPr>
        <w:tabs>
          <w:tab w:val="center" w:pos="5420"/>
          <w:tab w:val="left" w:pos="10110"/>
        </w:tabs>
        <w:spacing w:after="0"/>
        <w:ind w:left="6372"/>
        <w:rPr>
          <w:rFonts w:asciiTheme="minorHAnsi" w:hAnsiTheme="minorHAnsi" w:cstheme="minorHAnsi"/>
          <w:b/>
        </w:rPr>
      </w:pPr>
      <w:r w:rsidRPr="00F124DF">
        <w:rPr>
          <w:rFonts w:asciiTheme="minorHAnsi" w:hAnsiTheme="minorHAnsi" w:cstheme="minorHAnsi"/>
          <w:b/>
        </w:rPr>
        <w:t>SERVIZI COMUNALI S.P.A</w:t>
      </w:r>
    </w:p>
    <w:p w14:paraId="1ECF4359" w14:textId="77777777" w:rsidR="00F124DF" w:rsidRPr="00F124DF" w:rsidRDefault="00F124DF" w:rsidP="00F124DF">
      <w:pPr>
        <w:tabs>
          <w:tab w:val="center" w:pos="5420"/>
          <w:tab w:val="left" w:pos="10110"/>
        </w:tabs>
        <w:spacing w:after="0"/>
        <w:ind w:left="6372"/>
        <w:rPr>
          <w:rFonts w:asciiTheme="minorHAnsi" w:hAnsiTheme="minorHAnsi" w:cstheme="minorHAnsi"/>
          <w:bCs/>
        </w:rPr>
      </w:pPr>
      <w:r w:rsidRPr="00F124DF">
        <w:rPr>
          <w:rFonts w:asciiTheme="minorHAnsi" w:hAnsiTheme="minorHAnsi" w:cstheme="minorHAnsi"/>
          <w:bCs/>
        </w:rPr>
        <w:t>Via Suardo, n.   7/A</w:t>
      </w:r>
    </w:p>
    <w:p w14:paraId="658652C2" w14:textId="1B840563" w:rsidR="007A5F64" w:rsidRPr="00F124DF" w:rsidRDefault="00F124DF" w:rsidP="00F124DF">
      <w:pPr>
        <w:tabs>
          <w:tab w:val="center" w:pos="5420"/>
          <w:tab w:val="left" w:pos="10110"/>
        </w:tabs>
        <w:spacing w:after="0"/>
        <w:ind w:left="6372"/>
        <w:rPr>
          <w:rFonts w:asciiTheme="minorHAnsi" w:hAnsiTheme="minorHAnsi" w:cstheme="minorHAnsi"/>
          <w:bCs/>
        </w:rPr>
      </w:pPr>
      <w:r w:rsidRPr="00F124DF">
        <w:rPr>
          <w:rFonts w:asciiTheme="minorHAnsi" w:hAnsiTheme="minorHAnsi" w:cstheme="minorHAnsi"/>
          <w:bCs/>
        </w:rPr>
        <w:t>SARNICO (BG)</w:t>
      </w:r>
    </w:p>
    <w:p w14:paraId="32CF6C6D" w14:textId="77777777" w:rsidR="00F124DF" w:rsidRPr="00F124DF" w:rsidRDefault="00F124DF" w:rsidP="00F124DF">
      <w:pPr>
        <w:tabs>
          <w:tab w:val="center" w:pos="5420"/>
          <w:tab w:val="left" w:pos="10110"/>
        </w:tabs>
        <w:spacing w:after="0"/>
        <w:ind w:left="6372"/>
        <w:rPr>
          <w:rFonts w:asciiTheme="minorHAnsi" w:hAnsiTheme="minorHAnsi" w:cstheme="minorHAnsi"/>
          <w:b/>
          <w:u w:val="single"/>
        </w:rPr>
      </w:pPr>
    </w:p>
    <w:p w14:paraId="3E99487F" w14:textId="77777777" w:rsidR="00F124DF" w:rsidRDefault="00F124DF" w:rsidP="00A702FD">
      <w:pPr>
        <w:spacing w:after="20"/>
        <w:jc w:val="center"/>
        <w:rPr>
          <w:rFonts w:asciiTheme="minorHAnsi" w:hAnsiTheme="minorHAnsi" w:cstheme="minorHAnsi"/>
          <w:b/>
        </w:rPr>
      </w:pPr>
      <w:r w:rsidRPr="00F124DF">
        <w:rPr>
          <w:rFonts w:asciiTheme="minorHAnsi" w:hAnsiTheme="minorHAnsi" w:cstheme="minorHAnsi"/>
          <w:b/>
        </w:rPr>
        <w:t xml:space="preserve">AVVISO PUBBLICO PER LA FORMAZIONE DI UN ELENCO DI AVVOCATI PER IL CONFERIMENTO DI INCARICHI DI ASSISTENZA E CONSULENZA LEGALE E DI PATROCINIO IN GIUDIZIO DELLA SERVIZI COMUNALI S.P.A. </w:t>
      </w:r>
    </w:p>
    <w:p w14:paraId="432A1405" w14:textId="77777777" w:rsidR="00F124DF" w:rsidRDefault="00F124DF" w:rsidP="00A702FD">
      <w:pPr>
        <w:spacing w:after="20"/>
        <w:jc w:val="center"/>
        <w:rPr>
          <w:rFonts w:asciiTheme="minorHAnsi" w:hAnsiTheme="minorHAnsi" w:cstheme="minorHAnsi"/>
          <w:b/>
        </w:rPr>
      </w:pPr>
    </w:p>
    <w:p w14:paraId="71C21DC3" w14:textId="79015516" w:rsidR="0031154E" w:rsidRPr="00F124DF" w:rsidRDefault="0031154E" w:rsidP="00A702FD">
      <w:pPr>
        <w:spacing w:after="20"/>
        <w:jc w:val="center"/>
        <w:rPr>
          <w:rFonts w:asciiTheme="minorHAnsi" w:hAnsiTheme="minorHAnsi" w:cstheme="minorHAnsi"/>
          <w:b/>
        </w:rPr>
      </w:pPr>
      <w:r w:rsidRPr="00F124DF">
        <w:rPr>
          <w:rFonts w:asciiTheme="minorHAnsi" w:hAnsiTheme="minorHAnsi" w:cstheme="minorHAnsi"/>
          <w:b/>
        </w:rPr>
        <w:t>Mod. 1</w:t>
      </w:r>
    </w:p>
    <w:p w14:paraId="3EFCAF63" w14:textId="77777777" w:rsidR="0031154E" w:rsidRPr="00F124DF" w:rsidRDefault="0031154E" w:rsidP="00A702FD">
      <w:pPr>
        <w:tabs>
          <w:tab w:val="center" w:pos="5420"/>
          <w:tab w:val="left" w:pos="10110"/>
        </w:tabs>
        <w:jc w:val="center"/>
        <w:rPr>
          <w:rFonts w:asciiTheme="minorHAnsi" w:hAnsiTheme="minorHAnsi" w:cstheme="minorHAnsi"/>
          <w:b/>
          <w:u w:val="single"/>
        </w:rPr>
      </w:pPr>
      <w:r w:rsidRPr="00F124DF">
        <w:rPr>
          <w:rFonts w:asciiTheme="minorHAnsi" w:hAnsiTheme="minorHAnsi" w:cstheme="minorHAnsi"/>
          <w:b/>
          <w:u w:val="single"/>
        </w:rPr>
        <w:t>DOMANDA DI ISCRIZIONE</w:t>
      </w:r>
    </w:p>
    <w:p w14:paraId="2048C77B" w14:textId="62B858C9" w:rsidR="007711C3" w:rsidRPr="00F124DF" w:rsidRDefault="00BD1974" w:rsidP="00A702FD">
      <w:pPr>
        <w:rPr>
          <w:rFonts w:asciiTheme="minorHAnsi" w:hAnsiTheme="minorHAnsi" w:cstheme="minorHAnsi"/>
        </w:rPr>
      </w:pPr>
      <w:r w:rsidRPr="00F124DF">
        <w:rPr>
          <w:rFonts w:asciiTheme="minorHAnsi" w:hAnsiTheme="minorHAnsi" w:cstheme="minorHAnsi"/>
        </w:rPr>
        <w:t>Il sottoscritto_</w:t>
      </w:r>
      <w:r w:rsidR="000F6DD3" w:rsidRPr="00F124DF">
        <w:rPr>
          <w:rFonts w:asciiTheme="minorHAnsi" w:hAnsiTheme="minorHAnsi" w:cstheme="minorHAnsi"/>
        </w:rPr>
        <w:t>_____________________</w:t>
      </w:r>
      <w:r w:rsidR="007711C3" w:rsidRPr="00F124DF">
        <w:rPr>
          <w:rFonts w:asciiTheme="minorHAnsi" w:hAnsiTheme="minorHAnsi" w:cstheme="minorHAnsi"/>
        </w:rPr>
        <w:t>_________________________________</w:t>
      </w:r>
      <w:r w:rsidR="000F6DD3" w:rsidRPr="00F124DF">
        <w:rPr>
          <w:rFonts w:asciiTheme="minorHAnsi" w:hAnsiTheme="minorHAnsi" w:cstheme="minorHAnsi"/>
        </w:rPr>
        <w:t>________________</w:t>
      </w:r>
      <w:r w:rsidR="00F124DF">
        <w:rPr>
          <w:rFonts w:asciiTheme="minorHAnsi" w:hAnsiTheme="minorHAnsi" w:cstheme="minorHAnsi"/>
        </w:rPr>
        <w:t>_________</w:t>
      </w:r>
    </w:p>
    <w:p w14:paraId="23196F42" w14:textId="4A6D7198" w:rsidR="00133292" w:rsidRPr="00F124DF" w:rsidRDefault="000F6DD3" w:rsidP="00A702FD">
      <w:pPr>
        <w:rPr>
          <w:rFonts w:asciiTheme="minorHAnsi" w:hAnsiTheme="minorHAnsi" w:cstheme="minorHAnsi"/>
        </w:rPr>
      </w:pPr>
      <w:r w:rsidRPr="00F124DF">
        <w:rPr>
          <w:rFonts w:asciiTheme="minorHAnsi" w:hAnsiTheme="minorHAnsi" w:cstheme="minorHAnsi"/>
        </w:rPr>
        <w:t>nato a ___________</w:t>
      </w:r>
      <w:r w:rsidR="00BD1974" w:rsidRPr="00F124DF">
        <w:rPr>
          <w:rFonts w:asciiTheme="minorHAnsi" w:hAnsiTheme="minorHAnsi" w:cstheme="minorHAnsi"/>
        </w:rPr>
        <w:t>_____________________________</w:t>
      </w:r>
      <w:r w:rsidR="00F124DF">
        <w:rPr>
          <w:rFonts w:asciiTheme="minorHAnsi" w:hAnsiTheme="minorHAnsi" w:cstheme="minorHAnsi"/>
        </w:rPr>
        <w:t>_________</w:t>
      </w:r>
      <w:r w:rsidR="00BD1974" w:rsidRPr="00F124DF">
        <w:rPr>
          <w:rFonts w:asciiTheme="minorHAnsi" w:hAnsiTheme="minorHAnsi" w:cstheme="minorHAnsi"/>
        </w:rPr>
        <w:t>__Prov.________</w:t>
      </w:r>
      <w:r w:rsidRPr="00F124DF">
        <w:rPr>
          <w:rFonts w:asciiTheme="minorHAnsi" w:hAnsiTheme="minorHAnsi" w:cstheme="minorHAnsi"/>
        </w:rPr>
        <w:t xml:space="preserve"> il ____/______/________</w:t>
      </w:r>
      <w:r w:rsidR="00133292" w:rsidRPr="00F124DF">
        <w:rPr>
          <w:rFonts w:asciiTheme="minorHAnsi" w:hAnsiTheme="minorHAnsi" w:cstheme="minorHAnsi"/>
        </w:rPr>
        <w:t xml:space="preserve">, </w:t>
      </w:r>
    </w:p>
    <w:p w14:paraId="21CE0BF3" w14:textId="7289199C" w:rsidR="000F6DD3" w:rsidRPr="00F124DF" w:rsidRDefault="00133292" w:rsidP="00A702FD">
      <w:pPr>
        <w:rPr>
          <w:rFonts w:asciiTheme="minorHAnsi" w:hAnsiTheme="minorHAnsi" w:cstheme="minorHAnsi"/>
        </w:rPr>
      </w:pPr>
      <w:r w:rsidRPr="00F124DF">
        <w:rPr>
          <w:rFonts w:asciiTheme="minorHAnsi" w:hAnsiTheme="minorHAnsi" w:cstheme="minorHAnsi"/>
        </w:rPr>
        <w:t>C.F._________________</w:t>
      </w:r>
      <w:r w:rsidR="00BD1974" w:rsidRPr="00F124DF">
        <w:rPr>
          <w:rFonts w:asciiTheme="minorHAnsi" w:hAnsiTheme="minorHAnsi" w:cstheme="minorHAnsi"/>
        </w:rPr>
        <w:t>_____</w:t>
      </w:r>
      <w:r w:rsidR="00F124DF">
        <w:rPr>
          <w:rFonts w:asciiTheme="minorHAnsi" w:hAnsiTheme="minorHAnsi" w:cstheme="minorHAnsi"/>
        </w:rPr>
        <w:t>________</w:t>
      </w:r>
      <w:r w:rsidR="00BD1974" w:rsidRPr="00F124DF">
        <w:rPr>
          <w:rFonts w:asciiTheme="minorHAnsi" w:hAnsiTheme="minorHAnsi" w:cstheme="minorHAnsi"/>
        </w:rPr>
        <w:t>______, partita IVA</w:t>
      </w:r>
      <w:r w:rsidR="00F124DF">
        <w:rPr>
          <w:rFonts w:asciiTheme="minorHAnsi" w:hAnsiTheme="minorHAnsi" w:cstheme="minorHAnsi"/>
        </w:rPr>
        <w:t xml:space="preserve"> </w:t>
      </w:r>
      <w:r w:rsidRPr="00F124DF">
        <w:rPr>
          <w:rFonts w:asciiTheme="minorHAnsi" w:hAnsiTheme="minorHAnsi" w:cstheme="minorHAnsi"/>
        </w:rPr>
        <w:t>______________</w:t>
      </w:r>
      <w:r w:rsidR="00F124DF">
        <w:rPr>
          <w:rFonts w:asciiTheme="minorHAnsi" w:hAnsiTheme="minorHAnsi" w:cstheme="minorHAnsi"/>
        </w:rPr>
        <w:t>_</w:t>
      </w:r>
      <w:r w:rsidRPr="00F124DF">
        <w:rPr>
          <w:rFonts w:asciiTheme="minorHAnsi" w:hAnsiTheme="minorHAnsi" w:cstheme="minorHAnsi"/>
        </w:rPr>
        <w:t>__________________________,</w:t>
      </w:r>
    </w:p>
    <w:p w14:paraId="78AD1C00" w14:textId="10E2C8D5" w:rsidR="005C3C41" w:rsidRPr="00F124DF" w:rsidRDefault="00BD1974" w:rsidP="00A702FD">
      <w:pPr>
        <w:rPr>
          <w:rFonts w:asciiTheme="minorHAnsi" w:hAnsiTheme="minorHAnsi" w:cstheme="minorHAnsi"/>
        </w:rPr>
      </w:pPr>
      <w:r w:rsidRPr="00F124DF">
        <w:rPr>
          <w:rFonts w:asciiTheme="minorHAnsi" w:hAnsiTheme="minorHAnsi" w:cstheme="minorHAnsi"/>
        </w:rPr>
        <w:t xml:space="preserve">con studio legale in </w:t>
      </w:r>
      <w:r w:rsidR="007711C3" w:rsidRPr="00F124DF">
        <w:rPr>
          <w:rFonts w:asciiTheme="minorHAnsi" w:hAnsiTheme="minorHAnsi" w:cstheme="minorHAnsi"/>
        </w:rPr>
        <w:t>_______________________________________</w:t>
      </w:r>
      <w:r w:rsidRPr="00F124DF">
        <w:rPr>
          <w:rFonts w:asciiTheme="minorHAnsi" w:hAnsiTheme="minorHAnsi" w:cstheme="minorHAnsi"/>
        </w:rPr>
        <w:t>_</w:t>
      </w:r>
      <w:r w:rsidR="00F124DF">
        <w:rPr>
          <w:rFonts w:asciiTheme="minorHAnsi" w:hAnsiTheme="minorHAnsi" w:cstheme="minorHAnsi"/>
        </w:rPr>
        <w:t>_________</w:t>
      </w:r>
      <w:r w:rsidRPr="00F124DF">
        <w:rPr>
          <w:rFonts w:asciiTheme="minorHAnsi" w:hAnsiTheme="minorHAnsi" w:cstheme="minorHAnsi"/>
        </w:rPr>
        <w:t>_______</w:t>
      </w:r>
      <w:r w:rsidR="007711C3" w:rsidRPr="00F124DF">
        <w:rPr>
          <w:rFonts w:asciiTheme="minorHAnsi" w:hAnsiTheme="minorHAnsi" w:cstheme="minorHAnsi"/>
        </w:rPr>
        <w:t>Prov.______________</w:t>
      </w:r>
      <w:r w:rsidR="005C3C41" w:rsidRPr="00F124DF">
        <w:rPr>
          <w:rFonts w:asciiTheme="minorHAnsi" w:hAnsiTheme="minorHAnsi" w:cstheme="minorHAnsi"/>
        </w:rPr>
        <w:t xml:space="preserve"> </w:t>
      </w:r>
    </w:p>
    <w:p w14:paraId="24182B15" w14:textId="52967EBE" w:rsidR="00133292" w:rsidRPr="00F124DF" w:rsidRDefault="005C3C41" w:rsidP="00A702FD">
      <w:pPr>
        <w:rPr>
          <w:rFonts w:asciiTheme="minorHAnsi" w:hAnsiTheme="minorHAnsi" w:cstheme="minorHAnsi"/>
        </w:rPr>
      </w:pPr>
      <w:r w:rsidRPr="00F124DF">
        <w:rPr>
          <w:rFonts w:asciiTheme="minorHAnsi" w:hAnsiTheme="minorHAnsi" w:cstheme="minorHAnsi"/>
        </w:rPr>
        <w:t>v</w:t>
      </w:r>
      <w:r w:rsidR="000F6DD3" w:rsidRPr="00F124DF">
        <w:rPr>
          <w:rFonts w:asciiTheme="minorHAnsi" w:hAnsiTheme="minorHAnsi" w:cstheme="minorHAnsi"/>
        </w:rPr>
        <w:t>ia</w:t>
      </w:r>
      <w:r w:rsidRPr="00F124DF">
        <w:rPr>
          <w:rFonts w:asciiTheme="minorHAnsi" w:hAnsiTheme="minorHAnsi" w:cstheme="minorHAnsi"/>
        </w:rPr>
        <w:t>/piazza</w:t>
      </w:r>
      <w:r w:rsidR="000F6DD3" w:rsidRPr="00F124DF">
        <w:rPr>
          <w:rFonts w:asciiTheme="minorHAnsi" w:hAnsiTheme="minorHAnsi" w:cstheme="minorHAnsi"/>
        </w:rPr>
        <w:t>_____________________________________</w:t>
      </w:r>
      <w:r w:rsidR="00BD1974" w:rsidRPr="00F124DF">
        <w:rPr>
          <w:rFonts w:asciiTheme="minorHAnsi" w:hAnsiTheme="minorHAnsi" w:cstheme="minorHAnsi"/>
        </w:rPr>
        <w:t>_________________</w:t>
      </w:r>
      <w:r w:rsidR="00F124DF">
        <w:rPr>
          <w:rFonts w:asciiTheme="minorHAnsi" w:hAnsiTheme="minorHAnsi" w:cstheme="minorHAnsi"/>
        </w:rPr>
        <w:t>_________</w:t>
      </w:r>
      <w:r w:rsidR="00BD1974" w:rsidRPr="00F124DF">
        <w:rPr>
          <w:rFonts w:asciiTheme="minorHAnsi" w:hAnsiTheme="minorHAnsi" w:cstheme="minorHAnsi"/>
        </w:rPr>
        <w:t>__</w:t>
      </w:r>
      <w:r w:rsidR="00D35AA3" w:rsidRPr="00F124DF">
        <w:rPr>
          <w:rFonts w:asciiTheme="minorHAnsi" w:hAnsiTheme="minorHAnsi" w:cstheme="minorHAnsi"/>
        </w:rPr>
        <w:t>,</w:t>
      </w:r>
      <w:r w:rsidRPr="00F124DF">
        <w:rPr>
          <w:rFonts w:asciiTheme="minorHAnsi" w:hAnsiTheme="minorHAnsi" w:cstheme="minorHAnsi"/>
        </w:rPr>
        <w:t xml:space="preserve"> Cap</w:t>
      </w:r>
      <w:r w:rsidR="00F124DF">
        <w:rPr>
          <w:rFonts w:asciiTheme="minorHAnsi" w:hAnsiTheme="minorHAnsi" w:cstheme="minorHAnsi"/>
        </w:rPr>
        <w:t xml:space="preserve"> </w:t>
      </w:r>
      <w:r w:rsidRPr="00F124DF">
        <w:rPr>
          <w:rFonts w:asciiTheme="minorHAnsi" w:hAnsiTheme="minorHAnsi" w:cstheme="minorHAnsi"/>
        </w:rPr>
        <w:t xml:space="preserve"> ____________,</w:t>
      </w:r>
    </w:p>
    <w:p w14:paraId="4E397A80" w14:textId="42FE0ED2" w:rsidR="00133292" w:rsidRPr="00F124DF" w:rsidRDefault="00133292" w:rsidP="00A702FD">
      <w:pPr>
        <w:rPr>
          <w:rFonts w:asciiTheme="minorHAnsi" w:hAnsiTheme="minorHAnsi" w:cstheme="minorHAnsi"/>
        </w:rPr>
      </w:pPr>
      <w:r w:rsidRPr="00F124DF">
        <w:rPr>
          <w:rFonts w:asciiTheme="minorHAnsi" w:hAnsiTheme="minorHAnsi" w:cstheme="minorHAnsi"/>
        </w:rPr>
        <w:t xml:space="preserve">tel._______________________ </w:t>
      </w:r>
      <w:r w:rsidR="00BD1974" w:rsidRPr="00F124DF">
        <w:rPr>
          <w:rFonts w:asciiTheme="minorHAnsi" w:hAnsiTheme="minorHAnsi" w:cstheme="minorHAnsi"/>
        </w:rPr>
        <w:t>Fax _____________</w:t>
      </w:r>
      <w:r w:rsidR="00F124DF">
        <w:rPr>
          <w:rFonts w:asciiTheme="minorHAnsi" w:hAnsiTheme="minorHAnsi" w:cstheme="minorHAnsi"/>
        </w:rPr>
        <w:t>___</w:t>
      </w:r>
      <w:r w:rsidR="00BD1974" w:rsidRPr="00F124DF">
        <w:rPr>
          <w:rFonts w:asciiTheme="minorHAnsi" w:hAnsiTheme="minorHAnsi" w:cstheme="minorHAnsi"/>
        </w:rPr>
        <w:t>___</w:t>
      </w:r>
      <w:r w:rsidR="00A702FD" w:rsidRPr="00F124DF">
        <w:rPr>
          <w:rFonts w:asciiTheme="minorHAnsi" w:hAnsiTheme="minorHAnsi" w:cstheme="minorHAnsi"/>
        </w:rPr>
        <w:t>P</w:t>
      </w:r>
      <w:r w:rsidRPr="00F124DF">
        <w:rPr>
          <w:rFonts w:asciiTheme="minorHAnsi" w:hAnsiTheme="minorHAnsi" w:cstheme="minorHAnsi"/>
        </w:rPr>
        <w:t>EC_____________</w:t>
      </w:r>
      <w:r w:rsidR="00F124DF">
        <w:rPr>
          <w:rFonts w:asciiTheme="minorHAnsi" w:hAnsiTheme="minorHAnsi" w:cstheme="minorHAnsi"/>
        </w:rPr>
        <w:t>_______</w:t>
      </w:r>
      <w:r w:rsidRPr="00F124DF">
        <w:rPr>
          <w:rFonts w:asciiTheme="minorHAnsi" w:hAnsiTheme="minorHAnsi" w:cstheme="minorHAnsi"/>
        </w:rPr>
        <w:t>___________________</w:t>
      </w:r>
    </w:p>
    <w:p w14:paraId="0E1D7158" w14:textId="56C7E28A" w:rsidR="00133292" w:rsidRPr="00F124DF" w:rsidRDefault="00BD1974" w:rsidP="00A702FD">
      <w:pPr>
        <w:rPr>
          <w:rFonts w:asciiTheme="minorHAnsi" w:hAnsiTheme="minorHAnsi" w:cstheme="minorHAnsi"/>
        </w:rPr>
      </w:pPr>
      <w:r w:rsidRPr="00F124DF">
        <w:rPr>
          <w:rFonts w:asciiTheme="minorHAnsi" w:hAnsiTheme="minorHAnsi" w:cstheme="minorHAnsi"/>
        </w:rPr>
        <w:t>e-mail__</w:t>
      </w:r>
      <w:r w:rsidR="00133292" w:rsidRPr="00F124DF">
        <w:rPr>
          <w:rFonts w:asciiTheme="minorHAnsi" w:hAnsiTheme="minorHAnsi" w:cstheme="minorHAnsi"/>
        </w:rPr>
        <w:t>_____________________________________________________________________</w:t>
      </w:r>
      <w:r w:rsidR="00F124DF">
        <w:rPr>
          <w:rFonts w:asciiTheme="minorHAnsi" w:hAnsiTheme="minorHAnsi" w:cstheme="minorHAnsi"/>
        </w:rPr>
        <w:t>_________</w:t>
      </w:r>
      <w:r w:rsidR="00133292" w:rsidRPr="00F124DF">
        <w:rPr>
          <w:rFonts w:asciiTheme="minorHAnsi" w:hAnsiTheme="minorHAnsi" w:cstheme="minorHAnsi"/>
        </w:rPr>
        <w:t>_____</w:t>
      </w:r>
      <w:r w:rsidR="0000204B" w:rsidRPr="00F124DF">
        <w:rPr>
          <w:rFonts w:asciiTheme="minorHAnsi" w:hAnsiTheme="minorHAnsi" w:cstheme="minorHAnsi"/>
        </w:rPr>
        <w:t>,</w:t>
      </w:r>
    </w:p>
    <w:p w14:paraId="1A920594" w14:textId="27DAC633" w:rsidR="0052066F" w:rsidRPr="00F124DF" w:rsidRDefault="00EA7D61" w:rsidP="00A702FD">
      <w:pPr>
        <w:spacing w:after="60"/>
        <w:jc w:val="both"/>
        <w:rPr>
          <w:rFonts w:asciiTheme="minorHAnsi" w:hAnsiTheme="minorHAnsi" w:cstheme="minorHAnsi"/>
          <w:b/>
          <w:bCs/>
        </w:rPr>
      </w:pPr>
      <w:r w:rsidRPr="00F124DF">
        <w:rPr>
          <w:rFonts w:asciiTheme="minorHAnsi" w:hAnsiTheme="minorHAnsi" w:cstheme="minorHAnsi"/>
        </w:rPr>
        <w:t xml:space="preserve">facente parte dello Studio </w:t>
      </w:r>
      <w:r w:rsidR="00133292" w:rsidRPr="00F124DF">
        <w:rPr>
          <w:rFonts w:asciiTheme="minorHAnsi" w:hAnsiTheme="minorHAnsi" w:cstheme="minorHAnsi"/>
        </w:rPr>
        <w:t xml:space="preserve">Legale </w:t>
      </w:r>
      <w:r w:rsidRPr="00F124DF">
        <w:rPr>
          <w:rFonts w:asciiTheme="minorHAnsi" w:hAnsiTheme="minorHAnsi" w:cstheme="minorHAnsi"/>
        </w:rPr>
        <w:t>Associato</w:t>
      </w:r>
      <w:r w:rsidR="001879F7" w:rsidRPr="00F124DF">
        <w:rPr>
          <w:rFonts w:asciiTheme="minorHAnsi" w:hAnsiTheme="minorHAnsi" w:cstheme="minorHAnsi"/>
        </w:rPr>
        <w:t xml:space="preserve"> </w:t>
      </w:r>
      <w:r w:rsidR="0052066F" w:rsidRPr="00F124DF">
        <w:rPr>
          <w:rFonts w:asciiTheme="minorHAnsi" w:hAnsiTheme="minorHAnsi" w:cstheme="minorHAnsi"/>
        </w:rPr>
        <w:t>_______________________________________________</w:t>
      </w:r>
      <w:r w:rsidR="00F124DF">
        <w:rPr>
          <w:rFonts w:asciiTheme="minorHAnsi" w:hAnsiTheme="minorHAnsi" w:cstheme="minorHAnsi"/>
        </w:rPr>
        <w:t>________</w:t>
      </w:r>
    </w:p>
    <w:p w14:paraId="6EECB29D" w14:textId="5E6F9057" w:rsidR="0052066F" w:rsidRPr="00F124DF" w:rsidRDefault="0052066F" w:rsidP="00A702FD">
      <w:pPr>
        <w:tabs>
          <w:tab w:val="right" w:pos="10773"/>
        </w:tabs>
        <w:jc w:val="both"/>
        <w:rPr>
          <w:rFonts w:asciiTheme="minorHAnsi" w:hAnsiTheme="minorHAnsi" w:cstheme="minorHAnsi"/>
        </w:rPr>
      </w:pPr>
      <w:r w:rsidRPr="00F124DF">
        <w:rPr>
          <w:rFonts w:asciiTheme="minorHAnsi" w:hAnsiTheme="minorHAnsi" w:cstheme="minorHAnsi"/>
          <w:b/>
          <w:bCs/>
        </w:rPr>
        <w:t>con sede in ______________</w:t>
      </w:r>
      <w:r w:rsidR="00A92366" w:rsidRPr="00F124DF">
        <w:rPr>
          <w:rFonts w:asciiTheme="minorHAnsi" w:hAnsiTheme="minorHAnsi" w:cstheme="minorHAnsi"/>
          <w:b/>
          <w:bCs/>
        </w:rPr>
        <w:t>____________________</w:t>
      </w:r>
      <w:r w:rsidR="0000204B" w:rsidRPr="00F124DF">
        <w:rPr>
          <w:rFonts w:asciiTheme="minorHAnsi" w:hAnsiTheme="minorHAnsi" w:cstheme="minorHAnsi"/>
          <w:b/>
          <w:bCs/>
        </w:rPr>
        <w:t>______________</w:t>
      </w:r>
      <w:r w:rsidR="00F124DF">
        <w:rPr>
          <w:rFonts w:asciiTheme="minorHAnsi" w:hAnsiTheme="minorHAnsi" w:cstheme="minorHAnsi"/>
          <w:b/>
          <w:bCs/>
        </w:rPr>
        <w:t>_________</w:t>
      </w:r>
      <w:r w:rsidR="0000204B" w:rsidRPr="00F124DF">
        <w:rPr>
          <w:rFonts w:asciiTheme="minorHAnsi" w:hAnsiTheme="minorHAnsi" w:cstheme="minorHAnsi"/>
          <w:b/>
          <w:bCs/>
        </w:rPr>
        <w:t>______</w:t>
      </w:r>
      <w:r w:rsidR="005C3C41" w:rsidRPr="00F124DF">
        <w:rPr>
          <w:rFonts w:asciiTheme="minorHAnsi" w:hAnsiTheme="minorHAnsi" w:cstheme="minorHAnsi"/>
          <w:b/>
          <w:bCs/>
        </w:rPr>
        <w:t>Prov</w:t>
      </w:r>
      <w:r w:rsidR="005C3C41" w:rsidRPr="00F124DF">
        <w:rPr>
          <w:rFonts w:asciiTheme="minorHAnsi" w:hAnsiTheme="minorHAnsi" w:cstheme="minorHAnsi"/>
        </w:rPr>
        <w:t>.</w:t>
      </w:r>
      <w:r w:rsidR="00F124DF">
        <w:rPr>
          <w:rFonts w:asciiTheme="minorHAnsi" w:hAnsiTheme="minorHAnsi" w:cstheme="minorHAnsi"/>
        </w:rPr>
        <w:t xml:space="preserve"> </w:t>
      </w:r>
      <w:r w:rsidR="005C3C41" w:rsidRPr="00F124DF">
        <w:rPr>
          <w:rFonts w:asciiTheme="minorHAnsi" w:hAnsiTheme="minorHAnsi" w:cstheme="minorHAnsi"/>
        </w:rPr>
        <w:t>__________</w:t>
      </w:r>
      <w:r w:rsidR="00A702FD" w:rsidRPr="00F124DF">
        <w:rPr>
          <w:rFonts w:asciiTheme="minorHAnsi" w:hAnsiTheme="minorHAnsi" w:cstheme="minorHAnsi"/>
        </w:rPr>
        <w:t>___</w:t>
      </w:r>
    </w:p>
    <w:p w14:paraId="4DA797B2" w14:textId="77777777" w:rsidR="006C059E" w:rsidRPr="00F124DF" w:rsidRDefault="006C059E" w:rsidP="00A702FD">
      <w:pPr>
        <w:spacing w:after="60"/>
        <w:jc w:val="center"/>
        <w:rPr>
          <w:rFonts w:asciiTheme="minorHAnsi" w:hAnsiTheme="minorHAnsi" w:cstheme="minorHAnsi"/>
          <w:b/>
          <w:caps/>
          <w:spacing w:val="32"/>
        </w:rPr>
      </w:pPr>
      <w:r w:rsidRPr="00F124DF">
        <w:rPr>
          <w:rFonts w:asciiTheme="minorHAnsi" w:hAnsiTheme="minorHAnsi" w:cstheme="minorHAnsi"/>
          <w:b/>
          <w:caps/>
          <w:spacing w:val="32"/>
        </w:rPr>
        <w:t>CHIEDE</w:t>
      </w:r>
    </w:p>
    <w:p w14:paraId="3173640D" w14:textId="22E3CBDD" w:rsidR="002D34E5" w:rsidRPr="00F124DF" w:rsidRDefault="00A92366" w:rsidP="00A702FD">
      <w:pPr>
        <w:autoSpaceDE w:val="0"/>
        <w:autoSpaceDN w:val="0"/>
        <w:adjustRightInd w:val="0"/>
        <w:jc w:val="both"/>
        <w:rPr>
          <w:rFonts w:asciiTheme="minorHAnsi" w:hAnsiTheme="minorHAnsi" w:cstheme="minorHAnsi"/>
        </w:rPr>
      </w:pPr>
      <w:r w:rsidRPr="00F124DF">
        <w:rPr>
          <w:rFonts w:asciiTheme="minorHAnsi" w:hAnsiTheme="minorHAnsi" w:cstheme="minorHAnsi"/>
        </w:rPr>
        <w:t>di essere iscritto nell’elenco di avvocati per il conferimento di incarichi di assistenza e consulenza legale e di patrocinio in giudizio del</w:t>
      </w:r>
      <w:r w:rsidR="00A702FD" w:rsidRPr="00F124DF">
        <w:rPr>
          <w:rFonts w:asciiTheme="minorHAnsi" w:hAnsiTheme="minorHAnsi" w:cstheme="minorHAnsi"/>
        </w:rPr>
        <w:t>la Servizi Comunali S.p.a.</w:t>
      </w:r>
      <w:r w:rsidR="004F5C3E" w:rsidRPr="00F124DF">
        <w:rPr>
          <w:rFonts w:asciiTheme="minorHAnsi" w:hAnsiTheme="minorHAnsi" w:cstheme="minorHAnsi"/>
        </w:rPr>
        <w:t xml:space="preserve"> nelle seguenti sezioni (</w:t>
      </w:r>
      <w:r w:rsidR="004F5C3E" w:rsidRPr="00F124DF">
        <w:rPr>
          <w:rFonts w:asciiTheme="minorHAnsi" w:hAnsiTheme="minorHAnsi" w:cstheme="minorHAnsi"/>
          <w:i/>
        </w:rPr>
        <w:t>barrare la/le casella/e prescelta/e</w:t>
      </w:r>
      <w:r w:rsidR="004F5C3E" w:rsidRPr="00F124DF">
        <w:rPr>
          <w:rFonts w:asciiTheme="minorHAnsi" w:hAnsiTheme="minorHAnsi" w:cstheme="minorHAnsi"/>
        </w:rPr>
        <w:t>):</w:t>
      </w:r>
    </w:p>
    <w:p w14:paraId="32D21F24" w14:textId="77777777" w:rsidR="004F5C3E" w:rsidRPr="00F124DF" w:rsidRDefault="004F5C3E" w:rsidP="00A702FD">
      <w:pPr>
        <w:pStyle w:val="Paragrafoelenco"/>
        <w:numPr>
          <w:ilvl w:val="1"/>
          <w:numId w:val="20"/>
        </w:numPr>
        <w:tabs>
          <w:tab w:val="num" w:pos="1080"/>
        </w:tabs>
        <w:autoSpaceDE w:val="0"/>
        <w:autoSpaceDN w:val="0"/>
        <w:adjustRightInd w:val="0"/>
        <w:spacing w:line="240" w:lineRule="auto"/>
        <w:jc w:val="both"/>
        <w:rPr>
          <w:rFonts w:asciiTheme="minorHAnsi" w:hAnsiTheme="minorHAnsi" w:cstheme="minorHAnsi"/>
        </w:rPr>
      </w:pPr>
      <w:r w:rsidRPr="00F124DF">
        <w:rPr>
          <w:rFonts w:asciiTheme="minorHAnsi" w:hAnsiTheme="minorHAnsi" w:cstheme="minorHAnsi"/>
        </w:rPr>
        <w:t>Sezione I – Contenzioso amministrativo</w:t>
      </w:r>
    </w:p>
    <w:p w14:paraId="42016871" w14:textId="77777777" w:rsidR="00094DCF" w:rsidRPr="00F124DF" w:rsidRDefault="00094DCF" w:rsidP="00A702FD">
      <w:pPr>
        <w:pStyle w:val="Paragrafoelenco"/>
        <w:autoSpaceDE w:val="0"/>
        <w:autoSpaceDN w:val="0"/>
        <w:adjustRightInd w:val="0"/>
        <w:spacing w:line="240" w:lineRule="auto"/>
        <w:ind w:left="1440"/>
        <w:jc w:val="both"/>
        <w:rPr>
          <w:rFonts w:asciiTheme="minorHAnsi" w:hAnsiTheme="minorHAnsi" w:cstheme="minorHAnsi"/>
        </w:rPr>
      </w:pPr>
    </w:p>
    <w:p w14:paraId="4B109203" w14:textId="77777777" w:rsidR="004F5C3E" w:rsidRPr="00F124DF" w:rsidRDefault="004F5C3E" w:rsidP="00A702FD">
      <w:pPr>
        <w:pStyle w:val="Paragrafoelenco"/>
        <w:numPr>
          <w:ilvl w:val="1"/>
          <w:numId w:val="20"/>
        </w:numPr>
        <w:tabs>
          <w:tab w:val="num" w:pos="1080"/>
        </w:tabs>
        <w:autoSpaceDE w:val="0"/>
        <w:autoSpaceDN w:val="0"/>
        <w:adjustRightInd w:val="0"/>
        <w:spacing w:line="240" w:lineRule="auto"/>
        <w:jc w:val="both"/>
        <w:rPr>
          <w:rFonts w:asciiTheme="minorHAnsi" w:hAnsiTheme="minorHAnsi" w:cstheme="minorHAnsi"/>
        </w:rPr>
      </w:pPr>
      <w:r w:rsidRPr="00F124DF">
        <w:rPr>
          <w:rFonts w:asciiTheme="minorHAnsi" w:hAnsiTheme="minorHAnsi" w:cstheme="minorHAnsi"/>
        </w:rPr>
        <w:t>Sezione II – Contenzioso civile</w:t>
      </w:r>
    </w:p>
    <w:p w14:paraId="55BE6A8F" w14:textId="77777777" w:rsidR="00094DCF" w:rsidRPr="00F124DF" w:rsidRDefault="00094DCF" w:rsidP="00A702FD">
      <w:pPr>
        <w:pStyle w:val="Paragrafoelenco"/>
        <w:spacing w:line="240" w:lineRule="auto"/>
        <w:rPr>
          <w:rFonts w:asciiTheme="minorHAnsi" w:hAnsiTheme="minorHAnsi" w:cstheme="minorHAnsi"/>
        </w:rPr>
      </w:pPr>
    </w:p>
    <w:p w14:paraId="050AD841" w14:textId="77777777" w:rsidR="00094DCF" w:rsidRPr="00F124DF" w:rsidRDefault="004F5C3E" w:rsidP="00A702FD">
      <w:pPr>
        <w:pStyle w:val="Paragrafoelenco"/>
        <w:numPr>
          <w:ilvl w:val="1"/>
          <w:numId w:val="20"/>
        </w:numPr>
        <w:tabs>
          <w:tab w:val="num" w:pos="1080"/>
        </w:tabs>
        <w:autoSpaceDE w:val="0"/>
        <w:autoSpaceDN w:val="0"/>
        <w:adjustRightInd w:val="0"/>
        <w:spacing w:line="240" w:lineRule="auto"/>
        <w:jc w:val="both"/>
        <w:rPr>
          <w:rFonts w:asciiTheme="minorHAnsi" w:hAnsiTheme="minorHAnsi" w:cstheme="minorHAnsi"/>
        </w:rPr>
      </w:pPr>
      <w:r w:rsidRPr="00F124DF">
        <w:rPr>
          <w:rFonts w:asciiTheme="minorHAnsi" w:hAnsiTheme="minorHAnsi" w:cstheme="minorHAnsi"/>
        </w:rPr>
        <w:t>Sezione III – Contenzioso in materia di lavoro</w:t>
      </w:r>
    </w:p>
    <w:p w14:paraId="0C16E319" w14:textId="77777777" w:rsidR="000E0630" w:rsidRPr="00F124DF" w:rsidRDefault="000E0630" w:rsidP="00A702FD">
      <w:pPr>
        <w:pStyle w:val="Paragrafoelenco"/>
        <w:spacing w:line="240" w:lineRule="auto"/>
        <w:rPr>
          <w:rFonts w:asciiTheme="minorHAnsi" w:hAnsiTheme="minorHAnsi" w:cstheme="minorHAnsi"/>
        </w:rPr>
      </w:pPr>
    </w:p>
    <w:p w14:paraId="22D5B0D5" w14:textId="3894C79A" w:rsidR="004F5C3E" w:rsidRPr="00F124DF" w:rsidRDefault="004F5C3E" w:rsidP="00A702FD">
      <w:pPr>
        <w:pStyle w:val="Paragrafoelenco"/>
        <w:numPr>
          <w:ilvl w:val="1"/>
          <w:numId w:val="20"/>
        </w:numPr>
        <w:tabs>
          <w:tab w:val="num" w:pos="1080"/>
        </w:tabs>
        <w:autoSpaceDE w:val="0"/>
        <w:autoSpaceDN w:val="0"/>
        <w:adjustRightInd w:val="0"/>
        <w:spacing w:line="240" w:lineRule="auto"/>
        <w:jc w:val="both"/>
        <w:rPr>
          <w:rFonts w:asciiTheme="minorHAnsi" w:hAnsiTheme="minorHAnsi" w:cstheme="minorHAnsi"/>
        </w:rPr>
      </w:pPr>
      <w:r w:rsidRPr="00F124DF">
        <w:rPr>
          <w:rFonts w:asciiTheme="minorHAnsi" w:hAnsiTheme="minorHAnsi" w:cstheme="minorHAnsi"/>
        </w:rPr>
        <w:t xml:space="preserve">Sezione </w:t>
      </w:r>
      <w:r w:rsidR="00A702FD" w:rsidRPr="00F124DF">
        <w:rPr>
          <w:rFonts w:asciiTheme="minorHAnsi" w:hAnsiTheme="minorHAnsi" w:cstheme="minorHAnsi"/>
        </w:rPr>
        <w:t>I</w:t>
      </w:r>
      <w:r w:rsidRPr="00F124DF">
        <w:rPr>
          <w:rFonts w:asciiTheme="minorHAnsi" w:hAnsiTheme="minorHAnsi" w:cstheme="minorHAnsi"/>
        </w:rPr>
        <w:t>V – Contenzioso penale</w:t>
      </w:r>
    </w:p>
    <w:p w14:paraId="7AED8DF4" w14:textId="77777777" w:rsidR="009E0E7D" w:rsidRPr="00F124DF" w:rsidRDefault="009E0E7D" w:rsidP="00F124DF">
      <w:pPr>
        <w:spacing w:after="60"/>
        <w:jc w:val="center"/>
        <w:rPr>
          <w:rFonts w:asciiTheme="minorHAnsi" w:hAnsiTheme="minorHAnsi" w:cstheme="minorHAnsi"/>
          <w:b/>
          <w:caps/>
          <w:spacing w:val="32"/>
        </w:rPr>
      </w:pPr>
      <w:r w:rsidRPr="00F124DF">
        <w:rPr>
          <w:rFonts w:asciiTheme="minorHAnsi" w:hAnsiTheme="minorHAnsi" w:cstheme="minorHAnsi"/>
          <w:b/>
          <w:caps/>
          <w:spacing w:val="32"/>
        </w:rPr>
        <w:t>E</w:t>
      </w:r>
    </w:p>
    <w:p w14:paraId="066BBAC9" w14:textId="77777777" w:rsidR="0057281D" w:rsidRPr="00F124DF" w:rsidRDefault="00A92366" w:rsidP="00A702FD">
      <w:pPr>
        <w:spacing w:after="0"/>
        <w:jc w:val="both"/>
        <w:rPr>
          <w:rFonts w:asciiTheme="minorHAnsi" w:hAnsiTheme="minorHAnsi" w:cstheme="minorHAnsi"/>
        </w:rPr>
      </w:pPr>
      <w:r w:rsidRPr="00F124DF">
        <w:rPr>
          <w:rFonts w:asciiTheme="minorHAnsi" w:hAnsiTheme="minorHAnsi" w:cstheme="minorHAnsi"/>
        </w:rPr>
        <w:t xml:space="preserve">a tal fine, </w:t>
      </w:r>
      <w:r w:rsidR="0057281D" w:rsidRPr="00F124DF">
        <w:rPr>
          <w:rFonts w:asciiTheme="minorHAnsi" w:hAnsiTheme="minorHAnsi" w:cstheme="minorHAnsi"/>
        </w:rPr>
        <w:t>consapevol</w:t>
      </w:r>
      <w:r w:rsidRPr="00F124DF">
        <w:rPr>
          <w:rFonts w:asciiTheme="minorHAnsi" w:hAnsiTheme="minorHAnsi" w:cstheme="minorHAnsi"/>
        </w:rPr>
        <w:t>e</w:t>
      </w:r>
      <w:r w:rsidR="0057281D" w:rsidRPr="00F124DF">
        <w:rPr>
          <w:rFonts w:asciiTheme="minorHAnsi" w:hAnsiTheme="minorHAnsi" w:cstheme="minorHAnsi"/>
        </w:rPr>
        <w:t xml:space="preserve"> delle sanzioni penali in caso di dichiarazioni non veritiere,</w:t>
      </w:r>
      <w:r w:rsidR="0030756B" w:rsidRPr="00F124DF">
        <w:rPr>
          <w:rFonts w:asciiTheme="minorHAnsi" w:hAnsiTheme="minorHAnsi" w:cstheme="minorHAnsi"/>
        </w:rPr>
        <w:t xml:space="preserve"> formazione o uso di atti falsi</w:t>
      </w:r>
      <w:r w:rsidR="0057281D" w:rsidRPr="00F124DF">
        <w:rPr>
          <w:rFonts w:asciiTheme="minorHAnsi" w:hAnsiTheme="minorHAnsi" w:cstheme="minorHAnsi"/>
        </w:rPr>
        <w:t xml:space="preserve"> di cui all’art. 76 D.P.R. 445/2000</w:t>
      </w:r>
      <w:r w:rsidRPr="00F124DF">
        <w:rPr>
          <w:rFonts w:asciiTheme="minorHAnsi" w:hAnsiTheme="minorHAnsi" w:cstheme="minorHAnsi"/>
        </w:rPr>
        <w:t xml:space="preserve">, ai sensi degli articoli 46 e 47 del </w:t>
      </w:r>
      <w:r w:rsidR="0030756B" w:rsidRPr="00F124DF">
        <w:rPr>
          <w:rFonts w:asciiTheme="minorHAnsi" w:hAnsiTheme="minorHAnsi" w:cstheme="minorHAnsi"/>
        </w:rPr>
        <w:t>medesimo</w:t>
      </w:r>
      <w:r w:rsidRPr="00F124DF">
        <w:rPr>
          <w:rFonts w:asciiTheme="minorHAnsi" w:hAnsiTheme="minorHAnsi" w:cstheme="minorHAnsi"/>
        </w:rPr>
        <w:t xml:space="preserve"> D.P.R. 445/2000</w:t>
      </w:r>
    </w:p>
    <w:p w14:paraId="6DE96F48" w14:textId="77777777" w:rsidR="006C059E" w:rsidRPr="00F124DF" w:rsidRDefault="0057281D" w:rsidP="00A702FD">
      <w:pPr>
        <w:pStyle w:val="Titolo7"/>
        <w:spacing w:after="0"/>
        <w:ind w:right="-88"/>
        <w:jc w:val="center"/>
        <w:rPr>
          <w:rFonts w:asciiTheme="minorHAnsi" w:hAnsiTheme="minorHAnsi" w:cstheme="minorHAnsi"/>
          <w:b/>
          <w:sz w:val="22"/>
          <w:szCs w:val="22"/>
        </w:rPr>
      </w:pPr>
      <w:r w:rsidRPr="00F124DF">
        <w:rPr>
          <w:rFonts w:asciiTheme="minorHAnsi" w:hAnsiTheme="minorHAnsi" w:cstheme="minorHAnsi"/>
          <w:b/>
          <w:sz w:val="22"/>
          <w:szCs w:val="22"/>
        </w:rPr>
        <w:t>DICHIARA</w:t>
      </w:r>
    </w:p>
    <w:p w14:paraId="6EA2C7FE" w14:textId="648C2C57" w:rsidR="0030756B" w:rsidRPr="00F124DF" w:rsidRDefault="0030756B" w:rsidP="00A702FD">
      <w:pPr>
        <w:numPr>
          <w:ilvl w:val="1"/>
          <w:numId w:val="10"/>
        </w:numPr>
        <w:tabs>
          <w:tab w:val="clear" w:pos="1470"/>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di essere in possesso della cittadinanza italiana, ovvero ____________________________</w:t>
      </w:r>
      <w:r w:rsidR="00F124DF">
        <w:rPr>
          <w:rFonts w:asciiTheme="minorHAnsi" w:hAnsiTheme="minorHAnsi" w:cstheme="minorHAnsi"/>
        </w:rPr>
        <w:t>___</w:t>
      </w:r>
      <w:r w:rsidRPr="00F124DF">
        <w:rPr>
          <w:rFonts w:asciiTheme="minorHAnsi" w:hAnsiTheme="minorHAnsi" w:cstheme="minorHAnsi"/>
        </w:rPr>
        <w:t>_______ (</w:t>
      </w:r>
      <w:r w:rsidR="006E1DA5" w:rsidRPr="00F124DF">
        <w:rPr>
          <w:rFonts w:asciiTheme="minorHAnsi" w:hAnsiTheme="minorHAnsi" w:cstheme="minorHAnsi"/>
          <w:i/>
        </w:rPr>
        <w:t>date le equiparazioni di legge</w:t>
      </w:r>
      <w:r w:rsidRPr="00F124DF">
        <w:rPr>
          <w:rFonts w:asciiTheme="minorHAnsi" w:hAnsiTheme="minorHAnsi" w:cstheme="minorHAnsi"/>
          <w:i/>
        </w:rPr>
        <w:t xml:space="preserve"> vigenti</w:t>
      </w:r>
      <w:r w:rsidRPr="00F124DF">
        <w:rPr>
          <w:rFonts w:asciiTheme="minorHAnsi" w:hAnsiTheme="minorHAnsi" w:cstheme="minorHAnsi"/>
        </w:rPr>
        <w:t>)</w:t>
      </w:r>
      <w:r w:rsidR="007E4BC6" w:rsidRPr="00F124DF">
        <w:rPr>
          <w:rFonts w:asciiTheme="minorHAnsi" w:hAnsiTheme="minorHAnsi" w:cstheme="minorHAnsi"/>
        </w:rPr>
        <w:t>;</w:t>
      </w:r>
    </w:p>
    <w:p w14:paraId="75DF4704" w14:textId="77777777" w:rsidR="007E4BC6" w:rsidRPr="00F124DF" w:rsidRDefault="007E4BC6" w:rsidP="00A702FD">
      <w:pPr>
        <w:numPr>
          <w:ilvl w:val="1"/>
          <w:numId w:val="10"/>
        </w:numPr>
        <w:tabs>
          <w:tab w:val="clear" w:pos="1470"/>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lastRenderedPageBreak/>
        <w:t>di godere dei diritti civili e politici;</w:t>
      </w:r>
    </w:p>
    <w:p w14:paraId="11B46C73" w14:textId="77777777" w:rsidR="00133292" w:rsidRPr="00F124DF" w:rsidRDefault="00133292" w:rsidP="00A702FD">
      <w:pPr>
        <w:numPr>
          <w:ilvl w:val="1"/>
          <w:numId w:val="10"/>
        </w:numPr>
        <w:tabs>
          <w:tab w:val="clear" w:pos="1470"/>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 xml:space="preserve">di essere regolarmente iscritto </w:t>
      </w:r>
      <w:r w:rsidR="007E4BC6" w:rsidRPr="00F124DF">
        <w:rPr>
          <w:rFonts w:asciiTheme="minorHAnsi" w:hAnsiTheme="minorHAnsi" w:cstheme="minorHAnsi"/>
        </w:rPr>
        <w:t>all’albo</w:t>
      </w:r>
      <w:r w:rsidRPr="00F124DF">
        <w:rPr>
          <w:rFonts w:asciiTheme="minorHAnsi" w:hAnsiTheme="minorHAnsi" w:cstheme="minorHAnsi"/>
        </w:rPr>
        <w:t xml:space="preserve"> degli avvocati di ___________________________</w:t>
      </w:r>
      <w:r w:rsidR="007A5F64" w:rsidRPr="00F124DF">
        <w:rPr>
          <w:rFonts w:asciiTheme="minorHAnsi" w:hAnsiTheme="minorHAnsi" w:cstheme="minorHAnsi"/>
        </w:rPr>
        <w:t>________</w:t>
      </w:r>
      <w:r w:rsidRPr="00F124DF">
        <w:rPr>
          <w:rFonts w:asciiTheme="minorHAnsi" w:hAnsiTheme="minorHAnsi" w:cstheme="minorHAnsi"/>
        </w:rPr>
        <w:t>al n. ______________</w:t>
      </w:r>
      <w:r w:rsidR="00D2180F" w:rsidRPr="00F124DF">
        <w:rPr>
          <w:rFonts w:asciiTheme="minorHAnsi" w:hAnsiTheme="minorHAnsi" w:cstheme="minorHAnsi"/>
        </w:rPr>
        <w:t>___</w:t>
      </w:r>
      <w:r w:rsidRPr="00F124DF">
        <w:rPr>
          <w:rFonts w:asciiTheme="minorHAnsi" w:hAnsiTheme="minorHAnsi" w:cstheme="minorHAnsi"/>
        </w:rPr>
        <w:t xml:space="preserve"> </w:t>
      </w:r>
      <w:r w:rsidR="00D2180F" w:rsidRPr="00F124DF">
        <w:rPr>
          <w:rFonts w:asciiTheme="minorHAnsi" w:hAnsiTheme="minorHAnsi" w:cstheme="minorHAnsi"/>
        </w:rPr>
        <w:t>dal __________________</w:t>
      </w:r>
      <w:r w:rsidR="007E4BC6" w:rsidRPr="00F124DF">
        <w:rPr>
          <w:rFonts w:asciiTheme="minorHAnsi" w:hAnsiTheme="minorHAnsi" w:cstheme="minorHAnsi"/>
        </w:rPr>
        <w:t xml:space="preserve"> e </w:t>
      </w:r>
      <w:r w:rsidR="004F5C3E" w:rsidRPr="00F124DF">
        <w:rPr>
          <w:rFonts w:asciiTheme="minorHAnsi" w:hAnsiTheme="minorHAnsi" w:cstheme="minorHAnsi"/>
        </w:rPr>
        <w:t>di essere/non essere (</w:t>
      </w:r>
      <w:r w:rsidR="004F5C3E" w:rsidRPr="00F124DF">
        <w:rPr>
          <w:rFonts w:asciiTheme="minorHAnsi" w:hAnsiTheme="minorHAnsi" w:cstheme="minorHAnsi"/>
          <w:i/>
        </w:rPr>
        <w:t>cancellare l’opzione esclusa</w:t>
      </w:r>
      <w:r w:rsidR="004F5C3E" w:rsidRPr="00F124DF">
        <w:rPr>
          <w:rFonts w:asciiTheme="minorHAnsi" w:hAnsiTheme="minorHAnsi" w:cstheme="minorHAnsi"/>
        </w:rPr>
        <w:t xml:space="preserve">) </w:t>
      </w:r>
      <w:r w:rsidR="007E4BC6" w:rsidRPr="00F124DF">
        <w:rPr>
          <w:rFonts w:asciiTheme="minorHAnsi" w:hAnsiTheme="minorHAnsi" w:cstheme="minorHAnsi"/>
        </w:rPr>
        <w:t>iscritto all’albo speciale per il patrocinio davanti alla Corte di Cassazione ed all</w:t>
      </w:r>
      <w:r w:rsidR="00890085" w:rsidRPr="00F124DF">
        <w:rPr>
          <w:rFonts w:asciiTheme="minorHAnsi" w:hAnsiTheme="minorHAnsi" w:cstheme="minorHAnsi"/>
        </w:rPr>
        <w:t>e altre magistrature superiori</w:t>
      </w:r>
      <w:r w:rsidR="004F5C3E" w:rsidRPr="00F124DF">
        <w:rPr>
          <w:rFonts w:asciiTheme="minorHAnsi" w:hAnsiTheme="minorHAnsi" w:cstheme="minorHAnsi"/>
        </w:rPr>
        <w:t>;</w:t>
      </w:r>
    </w:p>
    <w:p w14:paraId="51B14554" w14:textId="77777777" w:rsidR="004F5C3E" w:rsidRPr="00F124DF" w:rsidRDefault="004F5C3E" w:rsidP="00A702FD">
      <w:pPr>
        <w:numPr>
          <w:ilvl w:val="1"/>
          <w:numId w:val="10"/>
        </w:numPr>
        <w:tabs>
          <w:tab w:val="clear" w:pos="1470"/>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di essere libero professionista e di non avere in corso alcun rapporto di lavoro dipendente, né pubblico né privato, neppure a tempo parziale;</w:t>
      </w:r>
    </w:p>
    <w:p w14:paraId="4D792CF7" w14:textId="77777777" w:rsidR="00A702FD" w:rsidRPr="00F124DF" w:rsidRDefault="00D50151" w:rsidP="00A702FD">
      <w:pPr>
        <w:numPr>
          <w:ilvl w:val="1"/>
          <w:numId w:val="10"/>
        </w:numPr>
        <w:tabs>
          <w:tab w:val="clear" w:pos="1470"/>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di possedere, come autocertificato nell’allegato curriculum, una comprovata esperienza professionale nell’assistenza e difesa di enti locali o altre pubbliche amministrazioni nonché una specifica preparazione e specializzazione nelle seguenti materie rientranti nella/e sezione/i per la/</w:t>
      </w:r>
      <w:proofErr w:type="spellStart"/>
      <w:r w:rsidRPr="00F124DF">
        <w:rPr>
          <w:rFonts w:asciiTheme="minorHAnsi" w:hAnsiTheme="minorHAnsi" w:cstheme="minorHAnsi"/>
        </w:rPr>
        <w:t>le</w:t>
      </w:r>
      <w:proofErr w:type="spellEnd"/>
      <w:r w:rsidRPr="00F124DF">
        <w:rPr>
          <w:rFonts w:asciiTheme="minorHAnsi" w:hAnsiTheme="minorHAnsi" w:cstheme="minorHAnsi"/>
        </w:rPr>
        <w:t xml:space="preserve"> quale/i si chiede l’iscrizione:</w:t>
      </w:r>
    </w:p>
    <w:p w14:paraId="18BD8148" w14:textId="075B1D21" w:rsidR="004F5C3E" w:rsidRPr="00F124DF" w:rsidRDefault="00D50151" w:rsidP="00A702FD">
      <w:pPr>
        <w:spacing w:before="80" w:after="0"/>
        <w:ind w:left="540"/>
        <w:jc w:val="both"/>
        <w:rPr>
          <w:rFonts w:asciiTheme="minorHAnsi" w:hAnsiTheme="minorHAnsi" w:cstheme="minorHAnsi"/>
        </w:rPr>
      </w:pPr>
      <w:r w:rsidRPr="00F124DF">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w:t>
      </w:r>
    </w:p>
    <w:p w14:paraId="391571DC" w14:textId="77777777" w:rsidR="00703FC5" w:rsidRPr="00F124DF" w:rsidRDefault="00703FC5" w:rsidP="00A702FD">
      <w:pPr>
        <w:numPr>
          <w:ilvl w:val="1"/>
          <w:numId w:val="10"/>
        </w:numPr>
        <w:tabs>
          <w:tab w:val="clear" w:pos="1470"/>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l’insussistenza delle condizioni di cui all’art. 80 del D.Lgs n. 50/2016, commi 1, 2 e 4, ed in particolare:</w:t>
      </w:r>
    </w:p>
    <w:p w14:paraId="06BDE270" w14:textId="77777777" w:rsidR="006F7E09" w:rsidRPr="00F124DF" w:rsidRDefault="006F7E09" w:rsidP="00F124DF">
      <w:pPr>
        <w:numPr>
          <w:ilvl w:val="0"/>
          <w:numId w:val="21"/>
        </w:numPr>
        <w:spacing w:before="80" w:after="0"/>
        <w:jc w:val="both"/>
        <w:rPr>
          <w:rFonts w:asciiTheme="minorHAnsi" w:hAnsiTheme="minorHAnsi" w:cstheme="minorHAnsi"/>
        </w:rPr>
      </w:pPr>
      <w:r w:rsidRPr="00F124DF">
        <w:rPr>
          <w:rFonts w:asciiTheme="minorHAnsi" w:hAnsiTheme="minorHAnsi" w:cstheme="minorHAnsi"/>
        </w:rPr>
        <w:t>che nei propri confronti non è stata pronunciata sentenza di condanna passata in giudicato, o emesso decreto penale di condanna divenuto irrevocabile, oppure sentenza di applicazione della pena su richiesta, ai sensi dell’art. 444 del codice di procedura penale, per uno dei reati di cui alle lettere a), b), c), d), e), f), g) dell’art. 80, comma 1 del D.Lgs. 50/2016;</w:t>
      </w:r>
    </w:p>
    <w:p w14:paraId="3DA48A2D" w14:textId="77777777" w:rsidR="006F7E09" w:rsidRPr="00F124DF" w:rsidRDefault="006F7E09" w:rsidP="00F124DF">
      <w:pPr>
        <w:numPr>
          <w:ilvl w:val="0"/>
          <w:numId w:val="21"/>
        </w:numPr>
        <w:spacing w:before="80" w:after="0"/>
        <w:jc w:val="both"/>
        <w:rPr>
          <w:rFonts w:asciiTheme="minorHAnsi" w:hAnsiTheme="minorHAnsi" w:cstheme="minorHAnsi"/>
        </w:rPr>
      </w:pPr>
      <w:r w:rsidRPr="00F124DF">
        <w:rPr>
          <w:rFonts w:asciiTheme="minorHAnsi" w:hAnsiTheme="minorHAnsi" w:cstheme="minorHAnsi"/>
        </w:rPr>
        <w:t>che nei propri confronti non sussistono cause di decadenza, di sospensione o di divieto previste dall’art. 67 del D.Lgs. n. 159/2011 e s.m.i.;</w:t>
      </w:r>
    </w:p>
    <w:p w14:paraId="6C55AF9F" w14:textId="77777777" w:rsidR="006F7E09" w:rsidRPr="00F124DF" w:rsidRDefault="006F7E09" w:rsidP="00F124DF">
      <w:pPr>
        <w:numPr>
          <w:ilvl w:val="0"/>
          <w:numId w:val="21"/>
        </w:numPr>
        <w:spacing w:before="80" w:after="0"/>
        <w:jc w:val="both"/>
        <w:rPr>
          <w:rFonts w:asciiTheme="minorHAnsi" w:hAnsiTheme="minorHAnsi" w:cstheme="minorHAnsi"/>
        </w:rPr>
      </w:pPr>
      <w:r w:rsidRPr="00F124DF">
        <w:rPr>
          <w:rFonts w:asciiTheme="minorHAnsi" w:hAnsiTheme="minorHAnsi" w:cstheme="minorHAnsi"/>
        </w:rPr>
        <w:t>di non avere commesso violazioni gravi definitivamente accertate rispetto agli obblighi relativi al pagamento delle imposte e tasse, secondo la legislazione italiana o quella dello Stato in cui è stabilito;</w:t>
      </w:r>
    </w:p>
    <w:p w14:paraId="2E3F4759" w14:textId="77777777" w:rsidR="006F7E09" w:rsidRPr="00F124DF" w:rsidRDefault="006F7E09" w:rsidP="00F124DF">
      <w:pPr>
        <w:numPr>
          <w:ilvl w:val="0"/>
          <w:numId w:val="21"/>
        </w:numPr>
        <w:spacing w:before="80" w:after="0"/>
        <w:jc w:val="both"/>
        <w:rPr>
          <w:rFonts w:asciiTheme="minorHAnsi" w:hAnsiTheme="minorHAnsi" w:cstheme="minorHAnsi"/>
        </w:rPr>
      </w:pPr>
      <w:r w:rsidRPr="00F124DF">
        <w:rPr>
          <w:rFonts w:asciiTheme="minorHAnsi" w:hAnsiTheme="minorHAnsi" w:cstheme="minorHAnsi"/>
        </w:rPr>
        <w:t>di non avere commesso violazioni gravi, definitivamente accertate, rispetto agli obblighi relativi al pagamento dei contributi previdenziali, secondo la legislazione italiana o dello Stato in cui è stabilito;</w:t>
      </w:r>
    </w:p>
    <w:p w14:paraId="4CA0DA0D" w14:textId="397108CC" w:rsidR="006F7E09" w:rsidRPr="00F124DF" w:rsidRDefault="006F7E09"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di non trovarsi in alcuna delle condizioni che comportano incapacità a contrattare con la</w:t>
      </w:r>
      <w:r w:rsidR="00A702FD" w:rsidRPr="00F124DF">
        <w:rPr>
          <w:rFonts w:asciiTheme="minorHAnsi" w:hAnsiTheme="minorHAnsi" w:cstheme="minorHAnsi"/>
        </w:rPr>
        <w:t xml:space="preserve"> Società</w:t>
      </w:r>
      <w:r w:rsidRPr="00F124DF">
        <w:rPr>
          <w:rFonts w:asciiTheme="minorHAnsi" w:hAnsiTheme="minorHAnsi" w:cstheme="minorHAnsi"/>
        </w:rPr>
        <w:t>;</w:t>
      </w:r>
    </w:p>
    <w:p w14:paraId="51DA11D1" w14:textId="545A82B7" w:rsidR="006F7E09" w:rsidRPr="00F124DF" w:rsidRDefault="006F7E09"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 xml:space="preserve">di non trovarsi in stato di incompatibilità o conflitto di interessi con </w:t>
      </w:r>
      <w:r w:rsidR="00A702FD" w:rsidRPr="00F124DF">
        <w:rPr>
          <w:rFonts w:asciiTheme="minorHAnsi" w:hAnsiTheme="minorHAnsi" w:cstheme="minorHAnsi"/>
        </w:rPr>
        <w:t xml:space="preserve">la Società </w:t>
      </w:r>
      <w:r w:rsidR="00D50151" w:rsidRPr="00F124DF">
        <w:rPr>
          <w:rFonts w:asciiTheme="minorHAnsi" w:hAnsiTheme="minorHAnsi" w:cstheme="minorHAnsi"/>
        </w:rPr>
        <w:t xml:space="preserve">e di non avere in essere un contenzioso nei confronti di </w:t>
      </w:r>
      <w:r w:rsidR="00A702FD" w:rsidRPr="00F124DF">
        <w:rPr>
          <w:rFonts w:asciiTheme="minorHAnsi" w:hAnsiTheme="minorHAnsi" w:cstheme="minorHAnsi"/>
        </w:rPr>
        <w:t>detta Società</w:t>
      </w:r>
      <w:r w:rsidR="00D50151" w:rsidRPr="00F124DF">
        <w:rPr>
          <w:rFonts w:asciiTheme="minorHAnsi" w:hAnsiTheme="minorHAnsi" w:cstheme="minorHAnsi"/>
        </w:rPr>
        <w:t>, sia in proprio, sia in nome e per conto dei propri clienti, sia da parte degli avvocati eventualmente associati con il richiedente</w:t>
      </w:r>
      <w:r w:rsidRPr="00F124DF">
        <w:rPr>
          <w:rFonts w:asciiTheme="minorHAnsi" w:hAnsiTheme="minorHAnsi" w:cstheme="minorHAnsi"/>
        </w:rPr>
        <w:t>;</w:t>
      </w:r>
    </w:p>
    <w:p w14:paraId="35EA6AC0" w14:textId="24ED2448" w:rsidR="00D50151" w:rsidRPr="00F124DF" w:rsidRDefault="00D50151"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 xml:space="preserve">di impegnarsi, per tutta la durata di iscrizione nell’elenco, a non accettare da terzi, pubblici o privati, incarichi giudiziali o stragiudiziali contro </w:t>
      </w:r>
      <w:r w:rsidR="00A702FD" w:rsidRPr="00F124DF">
        <w:rPr>
          <w:rFonts w:asciiTheme="minorHAnsi" w:hAnsiTheme="minorHAnsi" w:cstheme="minorHAnsi"/>
        </w:rPr>
        <w:t>la Società</w:t>
      </w:r>
      <w:r w:rsidRPr="00F124DF">
        <w:rPr>
          <w:rFonts w:asciiTheme="minorHAnsi" w:hAnsiTheme="minorHAnsi" w:cstheme="minorHAnsi"/>
        </w:rPr>
        <w:t>;</w:t>
      </w:r>
    </w:p>
    <w:p w14:paraId="7D0E09D5" w14:textId="77777777" w:rsidR="006F7E09" w:rsidRPr="00F124DF" w:rsidRDefault="006F7E09"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di non avere commesso un errore grave nell’esercizio della propria attività professionale, accertato con qualsiasi mezzo di prova;</w:t>
      </w:r>
    </w:p>
    <w:p w14:paraId="1E9C3887" w14:textId="77777777" w:rsidR="006F7E09" w:rsidRPr="00F124DF" w:rsidRDefault="006F7E09"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di non avere riportato sanzioni disciplinari da parte dell’Ordine di appartenenza in relazione all’esercizio della propria attività professionale;</w:t>
      </w:r>
    </w:p>
    <w:p w14:paraId="6A31482A" w14:textId="77777777" w:rsidR="006F7E09" w:rsidRPr="00F124DF" w:rsidRDefault="006F7E09"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di non essersi reso colpevole di false dichiarazioni;</w:t>
      </w:r>
    </w:p>
    <w:p w14:paraId="7FAA6B24" w14:textId="60612490" w:rsidR="00D50151" w:rsidRPr="00F124DF" w:rsidRDefault="00D50151"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 xml:space="preserve">di </w:t>
      </w:r>
      <w:r w:rsidR="00061D85" w:rsidRPr="00F124DF">
        <w:rPr>
          <w:rFonts w:asciiTheme="minorHAnsi" w:hAnsiTheme="minorHAnsi" w:cstheme="minorHAnsi"/>
        </w:rPr>
        <w:t>essere in possesso di</w:t>
      </w:r>
      <w:r w:rsidRPr="00F124DF">
        <w:rPr>
          <w:rFonts w:asciiTheme="minorHAnsi" w:hAnsiTheme="minorHAnsi" w:cstheme="minorHAnsi"/>
        </w:rPr>
        <w:t xml:space="preserve"> un’assicurazione per responsabilità professionale</w:t>
      </w:r>
      <w:r w:rsidR="00061D85" w:rsidRPr="00F124DF">
        <w:rPr>
          <w:rFonts w:asciiTheme="minorHAnsi" w:hAnsiTheme="minorHAnsi" w:cstheme="minorHAnsi"/>
        </w:rPr>
        <w:t xml:space="preserve"> (i cui estremi e massimali saranno comunicati </w:t>
      </w:r>
      <w:r w:rsidR="00A702FD" w:rsidRPr="00F124DF">
        <w:rPr>
          <w:rFonts w:asciiTheme="minorHAnsi" w:hAnsiTheme="minorHAnsi" w:cstheme="minorHAnsi"/>
        </w:rPr>
        <w:t>alla Società</w:t>
      </w:r>
      <w:r w:rsidR="00061D85" w:rsidRPr="00F124DF">
        <w:rPr>
          <w:rFonts w:asciiTheme="minorHAnsi" w:hAnsiTheme="minorHAnsi" w:cstheme="minorHAnsi"/>
        </w:rPr>
        <w:t xml:space="preserve"> prima dell’eventuale conferimento di un incarico);</w:t>
      </w:r>
    </w:p>
    <w:p w14:paraId="47DD35E5" w14:textId="00C1B167" w:rsidR="006F7E09" w:rsidRPr="00F124DF" w:rsidRDefault="006F7E09"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lastRenderedPageBreak/>
        <w:t>di non avere concluso, ai sensi dell’art. 53, comma 16-ter, del D.Lgs. n. 165/2001 s.m.i., contratti di lavoro subordinato o autonomo e, comunque, non avere conferito incarichi ad ex dipendenti del</w:t>
      </w:r>
      <w:r w:rsidR="00A702FD" w:rsidRPr="00F124DF">
        <w:rPr>
          <w:rFonts w:asciiTheme="minorHAnsi" w:hAnsiTheme="minorHAnsi" w:cstheme="minorHAnsi"/>
        </w:rPr>
        <w:t xml:space="preserve">la Società </w:t>
      </w:r>
      <w:r w:rsidRPr="00F124DF">
        <w:rPr>
          <w:rFonts w:asciiTheme="minorHAnsi" w:hAnsiTheme="minorHAnsi" w:cstheme="minorHAnsi"/>
        </w:rPr>
        <w:t>che hanno esercitato nei confronti del soggetto concorrente poteri autorizzativi o negoziali per conto del</w:t>
      </w:r>
      <w:r w:rsidR="00A702FD" w:rsidRPr="00F124DF">
        <w:rPr>
          <w:rFonts w:asciiTheme="minorHAnsi" w:hAnsiTheme="minorHAnsi" w:cstheme="minorHAnsi"/>
        </w:rPr>
        <w:t>la Società stessa</w:t>
      </w:r>
      <w:r w:rsidRPr="00F124DF">
        <w:rPr>
          <w:rFonts w:asciiTheme="minorHAnsi" w:hAnsiTheme="minorHAnsi" w:cstheme="minorHAnsi"/>
        </w:rPr>
        <w:t>, per il triennio successivo alla cessazione del rapporto di pubblico impiego;</w:t>
      </w:r>
    </w:p>
    <w:p w14:paraId="0C6968BD" w14:textId="77777777" w:rsidR="006B7292" w:rsidRPr="00F124DF" w:rsidRDefault="006B7292"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di conoscere e di accettare senza riserva tutte le condizioni e prescrizioni dell’avviso pubblico oggetto della presente domanda;</w:t>
      </w:r>
    </w:p>
    <w:p w14:paraId="42E3C645" w14:textId="3849904D" w:rsidR="000B6A90" w:rsidRPr="00F124DF" w:rsidRDefault="000B6A90" w:rsidP="00A702FD">
      <w:pPr>
        <w:numPr>
          <w:ilvl w:val="1"/>
          <w:numId w:val="10"/>
        </w:numPr>
        <w:tabs>
          <w:tab w:val="num" w:pos="540"/>
        </w:tabs>
        <w:spacing w:before="80" w:after="0"/>
        <w:ind w:left="540" w:hanging="540"/>
        <w:jc w:val="both"/>
        <w:rPr>
          <w:rFonts w:asciiTheme="minorHAnsi" w:hAnsiTheme="minorHAnsi" w:cstheme="minorHAnsi"/>
        </w:rPr>
      </w:pPr>
      <w:r w:rsidRPr="00F124DF">
        <w:rPr>
          <w:rFonts w:asciiTheme="minorHAnsi" w:hAnsiTheme="minorHAnsi" w:cstheme="minorHAnsi"/>
        </w:rPr>
        <w:t>di impegnarsi a comunicare all</w:t>
      </w:r>
      <w:r w:rsidR="00A702FD" w:rsidRPr="00F124DF">
        <w:rPr>
          <w:rFonts w:asciiTheme="minorHAnsi" w:hAnsiTheme="minorHAnsi" w:cstheme="minorHAnsi"/>
        </w:rPr>
        <w:t xml:space="preserve">a Società </w:t>
      </w:r>
      <w:r w:rsidRPr="00F124DF">
        <w:rPr>
          <w:rFonts w:asciiTheme="minorHAnsi" w:hAnsiTheme="minorHAnsi" w:cstheme="minorHAnsi"/>
        </w:rPr>
        <w:t>ogni eventuale atto o fatto modificativo delle dichiarazioni rese nella presente domanda e di essere a conoscenza che se tali modifiche comportano la perdita dei requisiti per l’iscrizione all’elenco, l</w:t>
      </w:r>
      <w:r w:rsidR="00A702FD" w:rsidRPr="00F124DF">
        <w:rPr>
          <w:rFonts w:asciiTheme="minorHAnsi" w:hAnsiTheme="minorHAnsi" w:cstheme="minorHAnsi"/>
        </w:rPr>
        <w:t>a Società</w:t>
      </w:r>
      <w:r w:rsidRPr="00F124DF">
        <w:rPr>
          <w:rFonts w:asciiTheme="minorHAnsi" w:hAnsiTheme="minorHAnsi" w:cstheme="minorHAnsi"/>
        </w:rPr>
        <w:t xml:space="preserve"> ne disporrà la cancellazione, revocando per l’effetto gli incarichi eventualmente nel frattempo conferiti;</w:t>
      </w:r>
    </w:p>
    <w:p w14:paraId="373A13F7" w14:textId="7173DA92" w:rsidR="006F7E09" w:rsidRPr="00562649" w:rsidRDefault="006F7E09" w:rsidP="00A702FD">
      <w:pPr>
        <w:numPr>
          <w:ilvl w:val="1"/>
          <w:numId w:val="10"/>
        </w:numPr>
        <w:tabs>
          <w:tab w:val="num" w:pos="540"/>
        </w:tabs>
        <w:spacing w:before="80" w:after="0"/>
        <w:ind w:left="540" w:hanging="540"/>
        <w:jc w:val="both"/>
        <w:rPr>
          <w:rFonts w:asciiTheme="minorHAnsi" w:hAnsiTheme="minorHAnsi" w:cstheme="minorHAnsi"/>
        </w:rPr>
      </w:pPr>
      <w:r w:rsidRPr="00562649">
        <w:rPr>
          <w:rFonts w:asciiTheme="minorHAnsi" w:hAnsiTheme="minorHAnsi" w:cstheme="minorHAnsi"/>
        </w:rPr>
        <w:t xml:space="preserve">di essere informato che il conferimento dei dati personali contenuti nella </w:t>
      </w:r>
      <w:r w:rsidR="00D25A28" w:rsidRPr="00562649">
        <w:rPr>
          <w:rFonts w:asciiTheme="minorHAnsi" w:hAnsiTheme="minorHAnsi" w:cstheme="minorHAnsi"/>
        </w:rPr>
        <w:t xml:space="preserve">presente </w:t>
      </w:r>
      <w:r w:rsidRPr="00562649">
        <w:rPr>
          <w:rFonts w:asciiTheme="minorHAnsi" w:hAnsiTheme="minorHAnsi" w:cstheme="minorHAnsi"/>
        </w:rPr>
        <w:t xml:space="preserve">domanda di partecipazione è di natura obbligatoria e che i dati potranno essere trattati </w:t>
      </w:r>
      <w:r w:rsidR="00562649" w:rsidRPr="00562649">
        <w:rPr>
          <w:rFonts w:asciiTheme="minorHAnsi" w:hAnsiTheme="minorHAnsi" w:cstheme="minorHAnsi"/>
        </w:rPr>
        <w:t>dalla società</w:t>
      </w:r>
      <w:r w:rsidRPr="00562649">
        <w:rPr>
          <w:rFonts w:asciiTheme="minorHAnsi" w:hAnsiTheme="minorHAnsi" w:cstheme="minorHAnsi"/>
        </w:rPr>
        <w:t>, nell’ambito del procedimento per il quale sono stati richiesti, con i limiti stabiliti dal Codice in materia dei dati personali (Decreto Legislativo 30 giugno 2003, n. 196 e s.m.i.), dalla legge e dei regolamenti</w:t>
      </w:r>
      <w:r w:rsidR="008F089B" w:rsidRPr="00562649">
        <w:rPr>
          <w:rFonts w:asciiTheme="minorHAnsi" w:hAnsiTheme="minorHAnsi" w:cstheme="minorHAnsi"/>
        </w:rPr>
        <w:t>.</w:t>
      </w:r>
    </w:p>
    <w:p w14:paraId="4A1CCED6" w14:textId="77777777" w:rsidR="0060087A" w:rsidRPr="00F124DF" w:rsidRDefault="0060087A" w:rsidP="00A702FD">
      <w:pPr>
        <w:spacing w:before="80" w:after="0"/>
        <w:jc w:val="both"/>
        <w:rPr>
          <w:rFonts w:asciiTheme="minorHAnsi" w:hAnsiTheme="minorHAnsi" w:cstheme="minorHAnsi"/>
          <w:b/>
          <w:i/>
        </w:rPr>
      </w:pPr>
    </w:p>
    <w:p w14:paraId="4E37B4FE" w14:textId="77777777" w:rsidR="00BE612C" w:rsidRPr="00F124DF" w:rsidRDefault="00BE612C" w:rsidP="00A702FD">
      <w:pPr>
        <w:pStyle w:val="Titolo5"/>
        <w:tabs>
          <w:tab w:val="left" w:pos="-1917"/>
        </w:tabs>
        <w:jc w:val="left"/>
        <w:rPr>
          <w:rFonts w:asciiTheme="minorHAnsi" w:hAnsiTheme="minorHAnsi" w:cstheme="minorHAnsi"/>
          <w:b w:val="0"/>
        </w:rPr>
      </w:pPr>
      <w:r w:rsidRPr="00F124DF">
        <w:rPr>
          <w:rFonts w:asciiTheme="minorHAnsi" w:hAnsiTheme="minorHAnsi" w:cstheme="minorHAnsi"/>
          <w:b w:val="0"/>
        </w:rPr>
        <w:t>Luogo e data</w:t>
      </w:r>
    </w:p>
    <w:p w14:paraId="4A275887" w14:textId="2BF43D65" w:rsidR="005F13F3" w:rsidRPr="00F124DF" w:rsidRDefault="000F6DD3" w:rsidP="00A702FD">
      <w:pPr>
        <w:pStyle w:val="Titolo5"/>
        <w:tabs>
          <w:tab w:val="left" w:pos="-1917"/>
        </w:tabs>
        <w:jc w:val="left"/>
        <w:rPr>
          <w:rFonts w:asciiTheme="minorHAnsi" w:hAnsiTheme="minorHAnsi" w:cstheme="minorHAnsi"/>
          <w:b w:val="0"/>
        </w:rPr>
      </w:pPr>
      <w:r w:rsidRPr="00F124DF">
        <w:rPr>
          <w:rFonts w:asciiTheme="minorHAnsi" w:hAnsiTheme="minorHAnsi" w:cstheme="minorHAnsi"/>
          <w:b w:val="0"/>
        </w:rPr>
        <w:t>____________________</w:t>
      </w:r>
      <w:r w:rsidR="00BE612C" w:rsidRPr="00F124DF">
        <w:rPr>
          <w:rFonts w:asciiTheme="minorHAnsi" w:hAnsiTheme="minorHAnsi" w:cstheme="minorHAnsi"/>
          <w:b w:val="0"/>
        </w:rPr>
        <w:t>______</w:t>
      </w:r>
    </w:p>
    <w:p w14:paraId="627C0E3B" w14:textId="74BAA3EB" w:rsidR="0007293B" w:rsidRPr="00F124DF" w:rsidRDefault="002B36D5" w:rsidP="00F124DF">
      <w:pPr>
        <w:ind w:left="6372"/>
        <w:jc w:val="center"/>
        <w:rPr>
          <w:rFonts w:asciiTheme="minorHAnsi" w:hAnsiTheme="minorHAnsi" w:cstheme="minorHAnsi"/>
        </w:rPr>
      </w:pPr>
      <w:r w:rsidRPr="00F124DF">
        <w:rPr>
          <w:rFonts w:asciiTheme="minorHAnsi" w:hAnsiTheme="minorHAnsi" w:cstheme="minorHAnsi"/>
        </w:rPr>
        <w:t>F</w:t>
      </w:r>
      <w:r w:rsidR="00A71656" w:rsidRPr="00F124DF">
        <w:rPr>
          <w:rFonts w:asciiTheme="minorHAnsi" w:hAnsiTheme="minorHAnsi" w:cstheme="minorHAnsi"/>
        </w:rPr>
        <w:t>irma del dichiarante</w:t>
      </w:r>
    </w:p>
    <w:p w14:paraId="372F6548" w14:textId="39858FB2" w:rsidR="00A702FD" w:rsidRPr="00F124DF" w:rsidRDefault="00A702FD" w:rsidP="00F124DF">
      <w:pPr>
        <w:ind w:left="6372"/>
        <w:jc w:val="center"/>
        <w:rPr>
          <w:rFonts w:asciiTheme="minorHAnsi" w:hAnsiTheme="minorHAnsi" w:cstheme="minorHAnsi"/>
        </w:rPr>
      </w:pPr>
      <w:r w:rsidRPr="00F124DF">
        <w:rPr>
          <w:rFonts w:asciiTheme="minorHAnsi" w:hAnsiTheme="minorHAnsi" w:cstheme="minorHAnsi"/>
        </w:rPr>
        <w:t>_________________</w:t>
      </w:r>
      <w:r w:rsidR="00F124DF">
        <w:rPr>
          <w:rFonts w:asciiTheme="minorHAnsi" w:hAnsiTheme="minorHAnsi" w:cstheme="minorHAnsi"/>
        </w:rPr>
        <w:t>_</w:t>
      </w:r>
    </w:p>
    <w:p w14:paraId="5E768E8C" w14:textId="77777777" w:rsidR="007A5F64" w:rsidRPr="00F124DF" w:rsidRDefault="007A5F64" w:rsidP="00A702FD">
      <w:pPr>
        <w:pStyle w:val="Corpodeltesto3"/>
        <w:spacing w:after="0"/>
        <w:rPr>
          <w:rFonts w:asciiTheme="minorHAnsi" w:hAnsiTheme="minorHAnsi" w:cstheme="minorHAnsi"/>
          <w:sz w:val="22"/>
          <w:szCs w:val="22"/>
        </w:rPr>
      </w:pPr>
    </w:p>
    <w:p w14:paraId="05476D1A" w14:textId="77777777" w:rsidR="007B0853" w:rsidRPr="00F124DF" w:rsidRDefault="007B0853" w:rsidP="00A702FD">
      <w:pPr>
        <w:jc w:val="both"/>
        <w:rPr>
          <w:rFonts w:asciiTheme="minorHAnsi" w:hAnsiTheme="minorHAnsi" w:cstheme="minorHAnsi"/>
        </w:rPr>
      </w:pPr>
      <w:r w:rsidRPr="00F124DF">
        <w:rPr>
          <w:rFonts w:asciiTheme="minorHAnsi" w:hAnsiTheme="minorHAnsi" w:cstheme="minorHAnsi"/>
        </w:rPr>
        <w:t xml:space="preserve">Si allega alla presente </w:t>
      </w:r>
      <w:r w:rsidR="008F089B" w:rsidRPr="00F124DF">
        <w:rPr>
          <w:rFonts w:asciiTheme="minorHAnsi" w:hAnsiTheme="minorHAnsi" w:cstheme="minorHAnsi"/>
        </w:rPr>
        <w:t>domanda</w:t>
      </w:r>
      <w:r w:rsidRPr="00F124DF">
        <w:rPr>
          <w:rFonts w:asciiTheme="minorHAnsi" w:hAnsiTheme="minorHAnsi" w:cstheme="minorHAnsi"/>
        </w:rPr>
        <w:t xml:space="preserve"> la seguente documentazione:</w:t>
      </w:r>
    </w:p>
    <w:p w14:paraId="20312290" w14:textId="77777777" w:rsidR="007B0853" w:rsidRPr="00F124DF" w:rsidRDefault="007B0853" w:rsidP="00A702FD">
      <w:pPr>
        <w:numPr>
          <w:ilvl w:val="0"/>
          <w:numId w:val="12"/>
        </w:numPr>
        <w:jc w:val="both"/>
        <w:rPr>
          <w:rFonts w:asciiTheme="minorHAnsi" w:hAnsiTheme="minorHAnsi" w:cstheme="minorHAnsi"/>
        </w:rPr>
      </w:pPr>
      <w:r w:rsidRPr="00F124DF">
        <w:rPr>
          <w:rFonts w:asciiTheme="minorHAnsi" w:hAnsiTheme="minorHAnsi" w:cstheme="minorHAnsi"/>
        </w:rPr>
        <w:t xml:space="preserve">fotocopia fronte-retro del documento d’identità, in corso di validità, del </w:t>
      </w:r>
      <w:r w:rsidR="008F089B" w:rsidRPr="00F124DF">
        <w:rPr>
          <w:rFonts w:asciiTheme="minorHAnsi" w:hAnsiTheme="minorHAnsi" w:cstheme="minorHAnsi"/>
        </w:rPr>
        <w:t>dichiarante</w:t>
      </w:r>
      <w:r w:rsidRPr="00F124DF">
        <w:rPr>
          <w:rFonts w:asciiTheme="minorHAnsi" w:hAnsiTheme="minorHAnsi" w:cstheme="minorHAnsi"/>
        </w:rPr>
        <w:t>;</w:t>
      </w:r>
    </w:p>
    <w:p w14:paraId="1807B6EC" w14:textId="77777777" w:rsidR="00482226" w:rsidRPr="00F124DF" w:rsidRDefault="008F089B" w:rsidP="00A702FD">
      <w:pPr>
        <w:numPr>
          <w:ilvl w:val="0"/>
          <w:numId w:val="12"/>
        </w:numPr>
        <w:jc w:val="both"/>
        <w:rPr>
          <w:rFonts w:asciiTheme="minorHAnsi" w:hAnsiTheme="minorHAnsi" w:cstheme="minorHAnsi"/>
        </w:rPr>
      </w:pPr>
      <w:r w:rsidRPr="00F124DF">
        <w:rPr>
          <w:rFonts w:asciiTheme="minorHAnsi" w:hAnsiTheme="minorHAnsi" w:cstheme="minorHAnsi"/>
        </w:rPr>
        <w:t xml:space="preserve">curriculum </w:t>
      </w:r>
      <w:r w:rsidR="00410F97" w:rsidRPr="00F124DF">
        <w:rPr>
          <w:rFonts w:asciiTheme="minorHAnsi" w:hAnsiTheme="minorHAnsi" w:cstheme="minorHAnsi"/>
        </w:rPr>
        <w:t>formativo-</w:t>
      </w:r>
      <w:r w:rsidRPr="00F124DF">
        <w:rPr>
          <w:rFonts w:asciiTheme="minorHAnsi" w:hAnsiTheme="minorHAnsi" w:cstheme="minorHAnsi"/>
        </w:rPr>
        <w:t>professionale, del dichiarante, datato e sottoscritto</w:t>
      </w:r>
      <w:r w:rsidR="00482226" w:rsidRPr="00F124DF">
        <w:rPr>
          <w:rFonts w:asciiTheme="minorHAnsi" w:hAnsiTheme="minorHAnsi" w:cstheme="minorHAnsi"/>
        </w:rPr>
        <w:t>;</w:t>
      </w:r>
    </w:p>
    <w:p w14:paraId="7B012F95" w14:textId="77777777" w:rsidR="007B0853" w:rsidRPr="00F124DF" w:rsidRDefault="007B0853" w:rsidP="00A702FD">
      <w:pPr>
        <w:numPr>
          <w:ilvl w:val="0"/>
          <w:numId w:val="12"/>
        </w:numPr>
        <w:jc w:val="both"/>
        <w:rPr>
          <w:rFonts w:asciiTheme="minorHAnsi" w:hAnsiTheme="minorHAnsi" w:cstheme="minorHAnsi"/>
        </w:rPr>
      </w:pPr>
      <w:r w:rsidRPr="00F124DF">
        <w:rPr>
          <w:rFonts w:asciiTheme="minorHAnsi" w:hAnsiTheme="minorHAnsi" w:cstheme="minorHAnsi"/>
        </w:rPr>
        <w:t xml:space="preserve">copia dell’Atto costitutivo </w:t>
      </w:r>
      <w:r w:rsidR="008F089B" w:rsidRPr="00F124DF">
        <w:rPr>
          <w:rFonts w:asciiTheme="minorHAnsi" w:hAnsiTheme="minorHAnsi" w:cstheme="minorHAnsi"/>
        </w:rPr>
        <w:t>dello Studio Legale Associato (</w:t>
      </w:r>
      <w:r w:rsidR="008F089B" w:rsidRPr="00F124DF">
        <w:rPr>
          <w:rFonts w:asciiTheme="minorHAnsi" w:hAnsiTheme="minorHAnsi" w:cstheme="minorHAnsi"/>
          <w:i/>
        </w:rPr>
        <w:t xml:space="preserve">se il dichiarante fa parte di uno Studio </w:t>
      </w:r>
      <w:r w:rsidR="00695122" w:rsidRPr="00F124DF">
        <w:rPr>
          <w:rFonts w:asciiTheme="minorHAnsi" w:hAnsiTheme="minorHAnsi" w:cstheme="minorHAnsi"/>
          <w:i/>
        </w:rPr>
        <w:t xml:space="preserve">Legale </w:t>
      </w:r>
      <w:r w:rsidR="008F089B" w:rsidRPr="00F124DF">
        <w:rPr>
          <w:rFonts w:asciiTheme="minorHAnsi" w:hAnsiTheme="minorHAnsi" w:cstheme="minorHAnsi"/>
          <w:i/>
        </w:rPr>
        <w:t>Associato</w:t>
      </w:r>
      <w:r w:rsidR="008F089B" w:rsidRPr="00F124DF">
        <w:rPr>
          <w:rFonts w:asciiTheme="minorHAnsi" w:hAnsiTheme="minorHAnsi" w:cstheme="minorHAnsi"/>
        </w:rPr>
        <w:t>)</w:t>
      </w:r>
    </w:p>
    <w:sectPr w:rsidR="007B0853" w:rsidRPr="00F124DF" w:rsidSect="00BD1974">
      <w:footerReference w:type="even" r:id="rId7"/>
      <w:footerReference w:type="default" r:id="rId8"/>
      <w:pgSz w:w="12240" w:h="15840" w:code="1"/>
      <w:pgMar w:top="1134" w:right="1134" w:bottom="1134" w:left="1134" w:header="539" w:footer="54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38CB4" w14:textId="77777777" w:rsidR="00FD530A" w:rsidRDefault="00FD530A">
      <w:r>
        <w:separator/>
      </w:r>
    </w:p>
  </w:endnote>
  <w:endnote w:type="continuationSeparator" w:id="0">
    <w:p w14:paraId="1A11B342" w14:textId="77777777" w:rsidR="00FD530A" w:rsidRDefault="00FD5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BDD7F" w14:textId="77777777" w:rsidR="00D50151" w:rsidRDefault="005364E9" w:rsidP="00C91583">
    <w:pPr>
      <w:pStyle w:val="Pidipagina"/>
      <w:framePr w:wrap="around" w:vAnchor="text" w:hAnchor="margin" w:xAlign="right" w:y="1"/>
      <w:rPr>
        <w:rStyle w:val="Numeropagina"/>
      </w:rPr>
    </w:pPr>
    <w:r>
      <w:rPr>
        <w:rStyle w:val="Numeropagina"/>
      </w:rPr>
      <w:fldChar w:fldCharType="begin"/>
    </w:r>
    <w:r w:rsidR="00D50151">
      <w:rPr>
        <w:rStyle w:val="Numeropagina"/>
      </w:rPr>
      <w:instrText xml:space="preserve">PAGE  </w:instrText>
    </w:r>
    <w:r>
      <w:rPr>
        <w:rStyle w:val="Numeropagina"/>
      </w:rPr>
      <w:fldChar w:fldCharType="end"/>
    </w:r>
  </w:p>
  <w:p w14:paraId="396D39D0" w14:textId="77777777" w:rsidR="00D50151" w:rsidRDefault="00D50151" w:rsidP="00822C8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1C384" w14:textId="77777777" w:rsidR="00D50151" w:rsidRDefault="005364E9" w:rsidP="00C91583">
    <w:pPr>
      <w:pStyle w:val="Pidipagina"/>
      <w:framePr w:wrap="around" w:vAnchor="text" w:hAnchor="margin" w:xAlign="right" w:y="1"/>
      <w:rPr>
        <w:rStyle w:val="Numeropagina"/>
      </w:rPr>
    </w:pPr>
    <w:r>
      <w:rPr>
        <w:rStyle w:val="Numeropagina"/>
      </w:rPr>
      <w:fldChar w:fldCharType="begin"/>
    </w:r>
    <w:r w:rsidR="00D50151">
      <w:rPr>
        <w:rStyle w:val="Numeropagina"/>
      </w:rPr>
      <w:instrText xml:space="preserve">PAGE  </w:instrText>
    </w:r>
    <w:r>
      <w:rPr>
        <w:rStyle w:val="Numeropagina"/>
      </w:rPr>
      <w:fldChar w:fldCharType="separate"/>
    </w:r>
    <w:r w:rsidR="00BE612C">
      <w:rPr>
        <w:rStyle w:val="Numeropagina"/>
        <w:noProof/>
      </w:rPr>
      <w:t>3</w:t>
    </w:r>
    <w:r>
      <w:rPr>
        <w:rStyle w:val="Numeropagina"/>
      </w:rPr>
      <w:fldChar w:fldCharType="end"/>
    </w:r>
  </w:p>
  <w:p w14:paraId="6FF66AA1" w14:textId="77777777" w:rsidR="00D50151" w:rsidRPr="000068F8" w:rsidRDefault="00D50151" w:rsidP="00822C8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B5746" w14:textId="77777777" w:rsidR="00FD530A" w:rsidRDefault="00FD530A">
      <w:r>
        <w:separator/>
      </w:r>
    </w:p>
  </w:footnote>
  <w:footnote w:type="continuationSeparator" w:id="0">
    <w:p w14:paraId="6A51181E" w14:textId="77777777" w:rsidR="00FD530A" w:rsidRDefault="00FD5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06843E1"/>
    <w:multiLevelType w:val="hybridMultilevel"/>
    <w:tmpl w:val="7FAA061A"/>
    <w:lvl w:ilvl="0" w:tplc="04100001">
      <w:start w:val="1"/>
      <w:numFmt w:val="bullet"/>
      <w:lvlText w:val=""/>
      <w:lvlJc w:val="left"/>
      <w:pPr>
        <w:tabs>
          <w:tab w:val="num" w:pos="1440"/>
        </w:tabs>
        <w:ind w:left="1440" w:hanging="360"/>
      </w:pPr>
      <w:rPr>
        <w:rFonts w:ascii="Symbol" w:hAnsi="Symbol"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1" w15:restartNumberingAfterBreak="0">
    <w:nsid w:val="07614E7D"/>
    <w:multiLevelType w:val="hybridMultilevel"/>
    <w:tmpl w:val="E29CFBAA"/>
    <w:lvl w:ilvl="0" w:tplc="1194D4C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641AED"/>
    <w:multiLevelType w:val="hybridMultilevel"/>
    <w:tmpl w:val="138A05E4"/>
    <w:lvl w:ilvl="0" w:tplc="0E1824F4">
      <w:start w:val="20"/>
      <w:numFmt w:val="decimal"/>
      <w:lvlText w:val="%1."/>
      <w:lvlJc w:val="left"/>
      <w:pPr>
        <w:tabs>
          <w:tab w:val="num" w:pos="840"/>
        </w:tabs>
        <w:ind w:left="840" w:hanging="48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9B05207"/>
    <w:multiLevelType w:val="hybridMultilevel"/>
    <w:tmpl w:val="38BCE8DC"/>
    <w:lvl w:ilvl="0" w:tplc="0410000F">
      <w:start w:val="1"/>
      <w:numFmt w:val="decimal"/>
      <w:lvlText w:val="%1."/>
      <w:lvlJc w:val="left"/>
      <w:pPr>
        <w:tabs>
          <w:tab w:val="num" w:pos="720"/>
        </w:tabs>
        <w:ind w:left="720" w:hanging="360"/>
      </w:pPr>
      <w:rPr>
        <w:rFonts w:cs="Times New Roman"/>
      </w:rPr>
    </w:lvl>
    <w:lvl w:ilvl="1" w:tplc="4CBAD81C">
      <w:start w:val="1"/>
      <w:numFmt w:val="lowerLetter"/>
      <w:lvlText w:val="%2)"/>
      <w:lvlJc w:val="left"/>
      <w:pPr>
        <w:tabs>
          <w:tab w:val="num" w:pos="1470"/>
        </w:tabs>
        <w:ind w:left="1470" w:hanging="390"/>
      </w:pPr>
      <w:rPr>
        <w:rFonts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DC5F42"/>
    <w:multiLevelType w:val="hybridMultilevel"/>
    <w:tmpl w:val="D6FC0CC6"/>
    <w:lvl w:ilvl="0" w:tplc="83A611A8">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EA3EE5"/>
    <w:multiLevelType w:val="multilevel"/>
    <w:tmpl w:val="4CF0F6C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5760545"/>
    <w:multiLevelType w:val="hybridMultilevel"/>
    <w:tmpl w:val="D51C31E8"/>
    <w:lvl w:ilvl="0" w:tplc="5AF61BDC">
      <w:start w:val="7"/>
      <w:numFmt w:val="bullet"/>
      <w:lvlText w:val="-"/>
      <w:lvlJc w:val="left"/>
      <w:pPr>
        <w:tabs>
          <w:tab w:val="num" w:pos="1440"/>
        </w:tabs>
        <w:ind w:left="1440" w:hanging="360"/>
      </w:pPr>
      <w:rPr>
        <w:rFonts w:ascii="Times New Roman" w:eastAsia="Times New Roman" w:hAnsi="Times New Roman" w:cs="Times New Roman" w:hint="default"/>
        <w:b w:val="0"/>
        <w:i w:val="0"/>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7" w15:restartNumberingAfterBreak="0">
    <w:nsid w:val="161B2FA0"/>
    <w:multiLevelType w:val="hybridMultilevel"/>
    <w:tmpl w:val="195E935E"/>
    <w:lvl w:ilvl="0" w:tplc="86BAF120">
      <w:start w:val="15"/>
      <w:numFmt w:val="bullet"/>
      <w:lvlText w:val=""/>
      <w:lvlJc w:val="left"/>
      <w:pPr>
        <w:tabs>
          <w:tab w:val="num" w:pos="720"/>
        </w:tabs>
        <w:ind w:left="720" w:hanging="360"/>
      </w:pPr>
      <w:rPr>
        <w:rFonts w:ascii="Symbol" w:eastAsia="Times New Roman" w:hAnsi="Symbol" w:cs="Times New Roman"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7A62C6"/>
    <w:multiLevelType w:val="hybridMultilevel"/>
    <w:tmpl w:val="25465CA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2AC2A8E"/>
    <w:multiLevelType w:val="hybridMultilevel"/>
    <w:tmpl w:val="0FE4185A"/>
    <w:lvl w:ilvl="0" w:tplc="0BC6253E">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2160"/>
        </w:tabs>
        <w:ind w:left="2160" w:hanging="360"/>
      </w:pPr>
      <w:rPr>
        <w:rFonts w:cs="Times New Roman"/>
      </w:rPr>
    </w:lvl>
    <w:lvl w:ilvl="2" w:tplc="0410001B" w:tentative="1">
      <w:start w:val="1"/>
      <w:numFmt w:val="lowerRoman"/>
      <w:lvlText w:val="%3."/>
      <w:lvlJc w:val="right"/>
      <w:pPr>
        <w:tabs>
          <w:tab w:val="num" w:pos="2880"/>
        </w:tabs>
        <w:ind w:left="2880" w:hanging="180"/>
      </w:pPr>
      <w:rPr>
        <w:rFonts w:cs="Times New Roman"/>
      </w:rPr>
    </w:lvl>
    <w:lvl w:ilvl="3" w:tplc="0410000F" w:tentative="1">
      <w:start w:val="1"/>
      <w:numFmt w:val="decimal"/>
      <w:lvlText w:val="%4."/>
      <w:lvlJc w:val="left"/>
      <w:pPr>
        <w:tabs>
          <w:tab w:val="num" w:pos="3600"/>
        </w:tabs>
        <w:ind w:left="3600" w:hanging="360"/>
      </w:pPr>
      <w:rPr>
        <w:rFonts w:cs="Times New Roman"/>
      </w:rPr>
    </w:lvl>
    <w:lvl w:ilvl="4" w:tplc="04100019" w:tentative="1">
      <w:start w:val="1"/>
      <w:numFmt w:val="lowerLetter"/>
      <w:lvlText w:val="%5."/>
      <w:lvlJc w:val="left"/>
      <w:pPr>
        <w:tabs>
          <w:tab w:val="num" w:pos="4320"/>
        </w:tabs>
        <w:ind w:left="4320" w:hanging="360"/>
      </w:pPr>
      <w:rPr>
        <w:rFonts w:cs="Times New Roman"/>
      </w:rPr>
    </w:lvl>
    <w:lvl w:ilvl="5" w:tplc="0410001B" w:tentative="1">
      <w:start w:val="1"/>
      <w:numFmt w:val="lowerRoman"/>
      <w:lvlText w:val="%6."/>
      <w:lvlJc w:val="right"/>
      <w:pPr>
        <w:tabs>
          <w:tab w:val="num" w:pos="5040"/>
        </w:tabs>
        <w:ind w:left="5040" w:hanging="180"/>
      </w:pPr>
      <w:rPr>
        <w:rFonts w:cs="Times New Roman"/>
      </w:rPr>
    </w:lvl>
    <w:lvl w:ilvl="6" w:tplc="0410000F" w:tentative="1">
      <w:start w:val="1"/>
      <w:numFmt w:val="decimal"/>
      <w:lvlText w:val="%7."/>
      <w:lvlJc w:val="left"/>
      <w:pPr>
        <w:tabs>
          <w:tab w:val="num" w:pos="5760"/>
        </w:tabs>
        <w:ind w:left="5760" w:hanging="360"/>
      </w:pPr>
      <w:rPr>
        <w:rFonts w:cs="Times New Roman"/>
      </w:rPr>
    </w:lvl>
    <w:lvl w:ilvl="7" w:tplc="04100019" w:tentative="1">
      <w:start w:val="1"/>
      <w:numFmt w:val="lowerLetter"/>
      <w:lvlText w:val="%8."/>
      <w:lvlJc w:val="left"/>
      <w:pPr>
        <w:tabs>
          <w:tab w:val="num" w:pos="6480"/>
        </w:tabs>
        <w:ind w:left="6480" w:hanging="360"/>
      </w:pPr>
      <w:rPr>
        <w:rFonts w:cs="Times New Roman"/>
      </w:rPr>
    </w:lvl>
    <w:lvl w:ilvl="8" w:tplc="0410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380847C8"/>
    <w:multiLevelType w:val="singleLevel"/>
    <w:tmpl w:val="148CAF34"/>
    <w:lvl w:ilvl="0">
      <w:numFmt w:val="bullet"/>
      <w:lvlText w:val=""/>
      <w:lvlJc w:val="left"/>
      <w:pPr>
        <w:tabs>
          <w:tab w:val="num" w:pos="570"/>
        </w:tabs>
        <w:ind w:left="570" w:hanging="570"/>
      </w:pPr>
      <w:rPr>
        <w:rFonts w:ascii="Monotype Sorts" w:hAnsi="Monotype Sorts" w:hint="default"/>
        <w:sz w:val="24"/>
      </w:rPr>
    </w:lvl>
  </w:abstractNum>
  <w:abstractNum w:abstractNumId="11" w15:restartNumberingAfterBreak="0">
    <w:nsid w:val="384E45B7"/>
    <w:multiLevelType w:val="singleLevel"/>
    <w:tmpl w:val="ECC4E060"/>
    <w:lvl w:ilvl="0">
      <w:start w:val="1"/>
      <w:numFmt w:val="decimal"/>
      <w:lvlText w:val="%1)"/>
      <w:lvlJc w:val="left"/>
      <w:pPr>
        <w:tabs>
          <w:tab w:val="num" w:pos="360"/>
        </w:tabs>
        <w:ind w:left="360" w:hanging="360"/>
      </w:pPr>
    </w:lvl>
  </w:abstractNum>
  <w:abstractNum w:abstractNumId="12" w15:restartNumberingAfterBreak="0">
    <w:nsid w:val="39CE5E07"/>
    <w:multiLevelType w:val="hybridMultilevel"/>
    <w:tmpl w:val="6A20B502"/>
    <w:lvl w:ilvl="0" w:tplc="0410000F">
      <w:start w:val="2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05C45E2"/>
    <w:multiLevelType w:val="hybridMultilevel"/>
    <w:tmpl w:val="5122EFBA"/>
    <w:lvl w:ilvl="0" w:tplc="4CBAD81C">
      <w:start w:val="1"/>
      <w:numFmt w:val="lowerLetter"/>
      <w:lvlText w:val="%1)"/>
      <w:lvlJc w:val="left"/>
      <w:pPr>
        <w:tabs>
          <w:tab w:val="num" w:pos="1470"/>
        </w:tabs>
        <w:ind w:left="1470" w:hanging="39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14"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abstractNum w:abstractNumId="15" w15:restartNumberingAfterBreak="0">
    <w:nsid w:val="44DC7470"/>
    <w:multiLevelType w:val="hybridMultilevel"/>
    <w:tmpl w:val="F34C45A8"/>
    <w:lvl w:ilvl="0" w:tplc="04100017">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4C510B1E"/>
    <w:multiLevelType w:val="multilevel"/>
    <w:tmpl w:val="4CF0F6C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C713DEC"/>
    <w:multiLevelType w:val="hybridMultilevel"/>
    <w:tmpl w:val="903E35D4"/>
    <w:lvl w:ilvl="0" w:tplc="0410000F">
      <w:start w:val="2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ABA6341"/>
    <w:multiLevelType w:val="hybridMultilevel"/>
    <w:tmpl w:val="E0CC6DA0"/>
    <w:lvl w:ilvl="0" w:tplc="3F40CF6A">
      <w:start w:val="1"/>
      <w:numFmt w:val="bullet"/>
      <w:lvlText w:val="□"/>
      <w:lvlJc w:val="left"/>
      <w:pPr>
        <w:ind w:left="1440" w:hanging="360"/>
      </w:pPr>
      <w:rPr>
        <w:rFonts w:ascii="Courier New" w:hAnsi="Courier New" w:hint="default"/>
      </w:rPr>
    </w:lvl>
    <w:lvl w:ilvl="1" w:tplc="3F40CF6A">
      <w:start w:val="1"/>
      <w:numFmt w:val="bullet"/>
      <w:lvlText w:val="□"/>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7836A1"/>
    <w:multiLevelType w:val="hybridMultilevel"/>
    <w:tmpl w:val="192E6374"/>
    <w:lvl w:ilvl="0" w:tplc="5AF61BDC">
      <w:start w:val="7"/>
      <w:numFmt w:val="bullet"/>
      <w:lvlText w:val="-"/>
      <w:lvlJc w:val="left"/>
      <w:pPr>
        <w:tabs>
          <w:tab w:val="num" w:pos="720"/>
        </w:tabs>
        <w:ind w:left="720" w:hanging="360"/>
      </w:pPr>
      <w:rPr>
        <w:rFonts w:ascii="Times New Roman" w:eastAsia="Times New Roman" w:hAnsi="Times New Roman" w:cs="Times New Roman" w:hint="default"/>
        <w:b w:val="0"/>
        <w:i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7B398A"/>
    <w:multiLevelType w:val="hybridMultilevel"/>
    <w:tmpl w:val="4E7C78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1"/>
  </w:num>
  <w:num w:numId="3">
    <w:abstractNumId w:val="14"/>
  </w:num>
  <w:num w:numId="4">
    <w:abstractNumId w:val="2"/>
  </w:num>
  <w:num w:numId="5">
    <w:abstractNumId w:val="19"/>
  </w:num>
  <w:num w:numId="6">
    <w:abstractNumId w:val="7"/>
  </w:num>
  <w:num w:numId="7">
    <w:abstractNumId w:val="12"/>
  </w:num>
  <w:num w:numId="8">
    <w:abstractNumId w:val="17"/>
  </w:num>
  <w:num w:numId="9">
    <w:abstractNumId w:val="1"/>
  </w:num>
  <w:num w:numId="10">
    <w:abstractNumId w:val="3"/>
  </w:num>
  <w:num w:numId="11">
    <w:abstractNumId w:val="15"/>
  </w:num>
  <w:num w:numId="12">
    <w:abstractNumId w:val="4"/>
  </w:num>
  <w:num w:numId="13">
    <w:abstractNumId w:val="9"/>
  </w:num>
  <w:num w:numId="14">
    <w:abstractNumId w:val="16"/>
  </w:num>
  <w:num w:numId="15">
    <w:abstractNumId w:val="13"/>
  </w:num>
  <w:num w:numId="16">
    <w:abstractNumId w:val="5"/>
  </w:num>
  <w:num w:numId="17">
    <w:abstractNumId w:val="0"/>
  </w:num>
  <w:num w:numId="18">
    <w:abstractNumId w:val="20"/>
  </w:num>
  <w:num w:numId="19">
    <w:abstractNumId w:val="8"/>
  </w:num>
  <w:num w:numId="20">
    <w:abstractNumId w:val="18"/>
  </w:num>
  <w:num w:numId="2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232"/>
    <w:rsid w:val="0000204B"/>
    <w:rsid w:val="00003CE7"/>
    <w:rsid w:val="00005C5A"/>
    <w:rsid w:val="000064A0"/>
    <w:rsid w:val="000068F8"/>
    <w:rsid w:val="00015A3A"/>
    <w:rsid w:val="00026CB3"/>
    <w:rsid w:val="0004015D"/>
    <w:rsid w:val="000416D9"/>
    <w:rsid w:val="00045F75"/>
    <w:rsid w:val="0004741C"/>
    <w:rsid w:val="00050794"/>
    <w:rsid w:val="00052943"/>
    <w:rsid w:val="000545BA"/>
    <w:rsid w:val="00057DE7"/>
    <w:rsid w:val="00061D85"/>
    <w:rsid w:val="0007293B"/>
    <w:rsid w:val="00073CC7"/>
    <w:rsid w:val="00075E4F"/>
    <w:rsid w:val="0008026C"/>
    <w:rsid w:val="00094DCF"/>
    <w:rsid w:val="0009778B"/>
    <w:rsid w:val="000A187F"/>
    <w:rsid w:val="000A5477"/>
    <w:rsid w:val="000A6739"/>
    <w:rsid w:val="000B3903"/>
    <w:rsid w:val="000B6A90"/>
    <w:rsid w:val="000B7239"/>
    <w:rsid w:val="000C4844"/>
    <w:rsid w:val="000D0187"/>
    <w:rsid w:val="000D0832"/>
    <w:rsid w:val="000D1D52"/>
    <w:rsid w:val="000D3674"/>
    <w:rsid w:val="000D55D3"/>
    <w:rsid w:val="000D605E"/>
    <w:rsid w:val="000D743C"/>
    <w:rsid w:val="000E0630"/>
    <w:rsid w:val="000E1689"/>
    <w:rsid w:val="000E336B"/>
    <w:rsid w:val="000E763B"/>
    <w:rsid w:val="000F56F0"/>
    <w:rsid w:val="000F6DD3"/>
    <w:rsid w:val="00100C14"/>
    <w:rsid w:val="0011063D"/>
    <w:rsid w:val="0012422F"/>
    <w:rsid w:val="00133292"/>
    <w:rsid w:val="00133B7E"/>
    <w:rsid w:val="00133E48"/>
    <w:rsid w:val="0014292C"/>
    <w:rsid w:val="00146A53"/>
    <w:rsid w:val="00156052"/>
    <w:rsid w:val="001618B9"/>
    <w:rsid w:val="0016190B"/>
    <w:rsid w:val="00163773"/>
    <w:rsid w:val="00163D58"/>
    <w:rsid w:val="001643E5"/>
    <w:rsid w:val="00165BC2"/>
    <w:rsid w:val="001665BA"/>
    <w:rsid w:val="00171BB5"/>
    <w:rsid w:val="00174219"/>
    <w:rsid w:val="00185259"/>
    <w:rsid w:val="0018588D"/>
    <w:rsid w:val="001879F7"/>
    <w:rsid w:val="00191724"/>
    <w:rsid w:val="001A4771"/>
    <w:rsid w:val="001B00FF"/>
    <w:rsid w:val="001B1BA9"/>
    <w:rsid w:val="001B57BE"/>
    <w:rsid w:val="001B7904"/>
    <w:rsid w:val="001C1E3F"/>
    <w:rsid w:val="001C4F3C"/>
    <w:rsid w:val="001C5510"/>
    <w:rsid w:val="001C5BEE"/>
    <w:rsid w:val="001D1671"/>
    <w:rsid w:val="001D539E"/>
    <w:rsid w:val="001D6077"/>
    <w:rsid w:val="001D7811"/>
    <w:rsid w:val="001E10EA"/>
    <w:rsid w:val="001E5FDC"/>
    <w:rsid w:val="001F23C8"/>
    <w:rsid w:val="001F7C89"/>
    <w:rsid w:val="00202841"/>
    <w:rsid w:val="002114DC"/>
    <w:rsid w:val="002115A8"/>
    <w:rsid w:val="002145D3"/>
    <w:rsid w:val="002166E6"/>
    <w:rsid w:val="002246A1"/>
    <w:rsid w:val="00226D6C"/>
    <w:rsid w:val="00231DAE"/>
    <w:rsid w:val="0024491D"/>
    <w:rsid w:val="00244C59"/>
    <w:rsid w:val="00245899"/>
    <w:rsid w:val="00252E87"/>
    <w:rsid w:val="002578EC"/>
    <w:rsid w:val="00261209"/>
    <w:rsid w:val="0026450A"/>
    <w:rsid w:val="00264958"/>
    <w:rsid w:val="002802A8"/>
    <w:rsid w:val="002810F3"/>
    <w:rsid w:val="00283095"/>
    <w:rsid w:val="00284BA1"/>
    <w:rsid w:val="00285412"/>
    <w:rsid w:val="00287061"/>
    <w:rsid w:val="002934A5"/>
    <w:rsid w:val="00294134"/>
    <w:rsid w:val="00294526"/>
    <w:rsid w:val="002A3607"/>
    <w:rsid w:val="002A36A2"/>
    <w:rsid w:val="002A42AE"/>
    <w:rsid w:val="002B2C2C"/>
    <w:rsid w:val="002B36D5"/>
    <w:rsid w:val="002B56AE"/>
    <w:rsid w:val="002B6063"/>
    <w:rsid w:val="002C34D2"/>
    <w:rsid w:val="002D20CD"/>
    <w:rsid w:val="002D29C9"/>
    <w:rsid w:val="002D34E5"/>
    <w:rsid w:val="002F0027"/>
    <w:rsid w:val="002F112B"/>
    <w:rsid w:val="002F26DB"/>
    <w:rsid w:val="002F6232"/>
    <w:rsid w:val="00300629"/>
    <w:rsid w:val="00301FE3"/>
    <w:rsid w:val="00306719"/>
    <w:rsid w:val="0030756B"/>
    <w:rsid w:val="00307F6B"/>
    <w:rsid w:val="00310226"/>
    <w:rsid w:val="0031154E"/>
    <w:rsid w:val="00312408"/>
    <w:rsid w:val="003154FC"/>
    <w:rsid w:val="00320B72"/>
    <w:rsid w:val="00326710"/>
    <w:rsid w:val="00332E95"/>
    <w:rsid w:val="00332EC9"/>
    <w:rsid w:val="00336EAE"/>
    <w:rsid w:val="00346366"/>
    <w:rsid w:val="00353D46"/>
    <w:rsid w:val="0036393E"/>
    <w:rsid w:val="00367AB2"/>
    <w:rsid w:val="00375657"/>
    <w:rsid w:val="00376582"/>
    <w:rsid w:val="0038469C"/>
    <w:rsid w:val="00384BA7"/>
    <w:rsid w:val="00385144"/>
    <w:rsid w:val="003872AC"/>
    <w:rsid w:val="0039123F"/>
    <w:rsid w:val="00392E32"/>
    <w:rsid w:val="003969C8"/>
    <w:rsid w:val="00396BEF"/>
    <w:rsid w:val="003A0CB5"/>
    <w:rsid w:val="003A4E34"/>
    <w:rsid w:val="003A70AB"/>
    <w:rsid w:val="003B3366"/>
    <w:rsid w:val="003B5944"/>
    <w:rsid w:val="003C049D"/>
    <w:rsid w:val="003C129E"/>
    <w:rsid w:val="003C1C72"/>
    <w:rsid w:val="003E6DB9"/>
    <w:rsid w:val="003E7A00"/>
    <w:rsid w:val="003E7C90"/>
    <w:rsid w:val="003F2618"/>
    <w:rsid w:val="003F4726"/>
    <w:rsid w:val="003F4C87"/>
    <w:rsid w:val="004006DE"/>
    <w:rsid w:val="00404989"/>
    <w:rsid w:val="004101DD"/>
    <w:rsid w:val="00410CED"/>
    <w:rsid w:val="00410E8C"/>
    <w:rsid w:val="00410F97"/>
    <w:rsid w:val="00413A0F"/>
    <w:rsid w:val="004152B4"/>
    <w:rsid w:val="004173C4"/>
    <w:rsid w:val="00423297"/>
    <w:rsid w:val="004235DA"/>
    <w:rsid w:val="00425B9E"/>
    <w:rsid w:val="004304A6"/>
    <w:rsid w:val="00431D16"/>
    <w:rsid w:val="00437DCB"/>
    <w:rsid w:val="00441D9A"/>
    <w:rsid w:val="00454897"/>
    <w:rsid w:val="00454EAD"/>
    <w:rsid w:val="00454EC5"/>
    <w:rsid w:val="0045733C"/>
    <w:rsid w:val="004574C4"/>
    <w:rsid w:val="004579FD"/>
    <w:rsid w:val="00464DD4"/>
    <w:rsid w:val="00465848"/>
    <w:rsid w:val="0046670E"/>
    <w:rsid w:val="00473CF3"/>
    <w:rsid w:val="00473D4C"/>
    <w:rsid w:val="00476A14"/>
    <w:rsid w:val="00476DCC"/>
    <w:rsid w:val="004771E9"/>
    <w:rsid w:val="00482226"/>
    <w:rsid w:val="004847C2"/>
    <w:rsid w:val="004851BE"/>
    <w:rsid w:val="00486754"/>
    <w:rsid w:val="004A1653"/>
    <w:rsid w:val="004A2AE9"/>
    <w:rsid w:val="004A5244"/>
    <w:rsid w:val="004A5AD1"/>
    <w:rsid w:val="004B27B6"/>
    <w:rsid w:val="004B5C9B"/>
    <w:rsid w:val="004C2B64"/>
    <w:rsid w:val="004C6329"/>
    <w:rsid w:val="004D1C92"/>
    <w:rsid w:val="004D5FA0"/>
    <w:rsid w:val="004D63F0"/>
    <w:rsid w:val="004E78E4"/>
    <w:rsid w:val="004F0FF8"/>
    <w:rsid w:val="004F5C3E"/>
    <w:rsid w:val="004F734A"/>
    <w:rsid w:val="00500429"/>
    <w:rsid w:val="005072BA"/>
    <w:rsid w:val="00510D1C"/>
    <w:rsid w:val="00514563"/>
    <w:rsid w:val="00516207"/>
    <w:rsid w:val="0052066F"/>
    <w:rsid w:val="005209AC"/>
    <w:rsid w:val="0052322A"/>
    <w:rsid w:val="00523E5B"/>
    <w:rsid w:val="00533117"/>
    <w:rsid w:val="005364E9"/>
    <w:rsid w:val="00555769"/>
    <w:rsid w:val="0055685E"/>
    <w:rsid w:val="005576AF"/>
    <w:rsid w:val="00562649"/>
    <w:rsid w:val="00570F84"/>
    <w:rsid w:val="0057117A"/>
    <w:rsid w:val="0057281D"/>
    <w:rsid w:val="005769E9"/>
    <w:rsid w:val="00584E24"/>
    <w:rsid w:val="005879CD"/>
    <w:rsid w:val="005920C0"/>
    <w:rsid w:val="0059492E"/>
    <w:rsid w:val="00595910"/>
    <w:rsid w:val="005969E6"/>
    <w:rsid w:val="005A0A8C"/>
    <w:rsid w:val="005A0C8E"/>
    <w:rsid w:val="005A4D59"/>
    <w:rsid w:val="005B1487"/>
    <w:rsid w:val="005B4985"/>
    <w:rsid w:val="005B6C78"/>
    <w:rsid w:val="005C10A2"/>
    <w:rsid w:val="005C3C41"/>
    <w:rsid w:val="005D0F0F"/>
    <w:rsid w:val="005D1AE2"/>
    <w:rsid w:val="005D4B97"/>
    <w:rsid w:val="005E1601"/>
    <w:rsid w:val="005E46A8"/>
    <w:rsid w:val="005F13F3"/>
    <w:rsid w:val="005F1A16"/>
    <w:rsid w:val="0060087A"/>
    <w:rsid w:val="00600E31"/>
    <w:rsid w:val="00600EC7"/>
    <w:rsid w:val="006022DA"/>
    <w:rsid w:val="00610A21"/>
    <w:rsid w:val="00613BFF"/>
    <w:rsid w:val="00617604"/>
    <w:rsid w:val="0062159A"/>
    <w:rsid w:val="0062375F"/>
    <w:rsid w:val="00625601"/>
    <w:rsid w:val="0062615F"/>
    <w:rsid w:val="0063031A"/>
    <w:rsid w:val="00630389"/>
    <w:rsid w:val="00632787"/>
    <w:rsid w:val="006428AE"/>
    <w:rsid w:val="00644A03"/>
    <w:rsid w:val="00646D39"/>
    <w:rsid w:val="0065095B"/>
    <w:rsid w:val="00653C52"/>
    <w:rsid w:val="006619E6"/>
    <w:rsid w:val="00664354"/>
    <w:rsid w:val="006653AA"/>
    <w:rsid w:val="00667A27"/>
    <w:rsid w:val="006730EA"/>
    <w:rsid w:val="00685F74"/>
    <w:rsid w:val="006873F5"/>
    <w:rsid w:val="0069177F"/>
    <w:rsid w:val="00695122"/>
    <w:rsid w:val="00695B6E"/>
    <w:rsid w:val="006A1D77"/>
    <w:rsid w:val="006A6243"/>
    <w:rsid w:val="006A6D8F"/>
    <w:rsid w:val="006A711A"/>
    <w:rsid w:val="006B7292"/>
    <w:rsid w:val="006C048B"/>
    <w:rsid w:val="006C059E"/>
    <w:rsid w:val="006C10EB"/>
    <w:rsid w:val="006C1102"/>
    <w:rsid w:val="006C689C"/>
    <w:rsid w:val="006C7315"/>
    <w:rsid w:val="006D17E6"/>
    <w:rsid w:val="006D269C"/>
    <w:rsid w:val="006D6DF2"/>
    <w:rsid w:val="006D71B9"/>
    <w:rsid w:val="006E12FE"/>
    <w:rsid w:val="006E1DA5"/>
    <w:rsid w:val="006F5E6D"/>
    <w:rsid w:val="006F6A18"/>
    <w:rsid w:val="006F7E09"/>
    <w:rsid w:val="0070188C"/>
    <w:rsid w:val="007031D9"/>
    <w:rsid w:val="00703951"/>
    <w:rsid w:val="00703FC5"/>
    <w:rsid w:val="0071265F"/>
    <w:rsid w:val="007132C9"/>
    <w:rsid w:val="00713CC8"/>
    <w:rsid w:val="00714774"/>
    <w:rsid w:val="007248AF"/>
    <w:rsid w:val="0072559C"/>
    <w:rsid w:val="007276AD"/>
    <w:rsid w:val="00732B78"/>
    <w:rsid w:val="00732FF8"/>
    <w:rsid w:val="00735CFA"/>
    <w:rsid w:val="00737261"/>
    <w:rsid w:val="00740480"/>
    <w:rsid w:val="00741F75"/>
    <w:rsid w:val="00743AEA"/>
    <w:rsid w:val="00756991"/>
    <w:rsid w:val="007600CD"/>
    <w:rsid w:val="007666DF"/>
    <w:rsid w:val="007711C3"/>
    <w:rsid w:val="00773E8E"/>
    <w:rsid w:val="0077725A"/>
    <w:rsid w:val="0078199F"/>
    <w:rsid w:val="0078289C"/>
    <w:rsid w:val="007A261F"/>
    <w:rsid w:val="007A5F64"/>
    <w:rsid w:val="007B0853"/>
    <w:rsid w:val="007B09F4"/>
    <w:rsid w:val="007C05CA"/>
    <w:rsid w:val="007C4C5F"/>
    <w:rsid w:val="007C4E1B"/>
    <w:rsid w:val="007D0494"/>
    <w:rsid w:val="007D2289"/>
    <w:rsid w:val="007D54EE"/>
    <w:rsid w:val="007E2974"/>
    <w:rsid w:val="007E4BC6"/>
    <w:rsid w:val="007F32EA"/>
    <w:rsid w:val="00800106"/>
    <w:rsid w:val="008151CD"/>
    <w:rsid w:val="008153F3"/>
    <w:rsid w:val="00822C89"/>
    <w:rsid w:val="00823B8F"/>
    <w:rsid w:val="00833C1F"/>
    <w:rsid w:val="00837A3E"/>
    <w:rsid w:val="00841289"/>
    <w:rsid w:val="008454E3"/>
    <w:rsid w:val="00846BB4"/>
    <w:rsid w:val="008570F0"/>
    <w:rsid w:val="00857B4B"/>
    <w:rsid w:val="00861284"/>
    <w:rsid w:val="00864D54"/>
    <w:rsid w:val="00866AC7"/>
    <w:rsid w:val="00867E33"/>
    <w:rsid w:val="0088039C"/>
    <w:rsid w:val="008826F8"/>
    <w:rsid w:val="00884979"/>
    <w:rsid w:val="00886324"/>
    <w:rsid w:val="00890085"/>
    <w:rsid w:val="00894BC7"/>
    <w:rsid w:val="00894C7D"/>
    <w:rsid w:val="008A612A"/>
    <w:rsid w:val="008A7039"/>
    <w:rsid w:val="008A7115"/>
    <w:rsid w:val="008B4CBF"/>
    <w:rsid w:val="008C01E4"/>
    <w:rsid w:val="008C0F9E"/>
    <w:rsid w:val="008C1455"/>
    <w:rsid w:val="008D1123"/>
    <w:rsid w:val="008E0A70"/>
    <w:rsid w:val="008E51B0"/>
    <w:rsid w:val="008F089B"/>
    <w:rsid w:val="008F14D7"/>
    <w:rsid w:val="008F7061"/>
    <w:rsid w:val="009216FB"/>
    <w:rsid w:val="009244CA"/>
    <w:rsid w:val="00925813"/>
    <w:rsid w:val="009274DD"/>
    <w:rsid w:val="00930B8D"/>
    <w:rsid w:val="0093129E"/>
    <w:rsid w:val="00931E4B"/>
    <w:rsid w:val="00937AB2"/>
    <w:rsid w:val="00937AE8"/>
    <w:rsid w:val="009455A6"/>
    <w:rsid w:val="00947839"/>
    <w:rsid w:val="00951FA2"/>
    <w:rsid w:val="009531A4"/>
    <w:rsid w:val="00957E6E"/>
    <w:rsid w:val="00970FDC"/>
    <w:rsid w:val="009715BA"/>
    <w:rsid w:val="0097230C"/>
    <w:rsid w:val="00975555"/>
    <w:rsid w:val="009805AD"/>
    <w:rsid w:val="00984F06"/>
    <w:rsid w:val="0099263B"/>
    <w:rsid w:val="00994E0F"/>
    <w:rsid w:val="009959D3"/>
    <w:rsid w:val="009A2A1C"/>
    <w:rsid w:val="009A4E2F"/>
    <w:rsid w:val="009B057A"/>
    <w:rsid w:val="009B2DE2"/>
    <w:rsid w:val="009B41AA"/>
    <w:rsid w:val="009B7026"/>
    <w:rsid w:val="009C20A1"/>
    <w:rsid w:val="009C775E"/>
    <w:rsid w:val="009D040E"/>
    <w:rsid w:val="009D0E26"/>
    <w:rsid w:val="009D31F2"/>
    <w:rsid w:val="009D41F5"/>
    <w:rsid w:val="009E0E7D"/>
    <w:rsid w:val="009E2813"/>
    <w:rsid w:val="009E3101"/>
    <w:rsid w:val="009E33F3"/>
    <w:rsid w:val="009E5A6A"/>
    <w:rsid w:val="009E7FAD"/>
    <w:rsid w:val="00A01932"/>
    <w:rsid w:val="00A06670"/>
    <w:rsid w:val="00A0798A"/>
    <w:rsid w:val="00A16947"/>
    <w:rsid w:val="00A171FC"/>
    <w:rsid w:val="00A24100"/>
    <w:rsid w:val="00A32D49"/>
    <w:rsid w:val="00A47A96"/>
    <w:rsid w:val="00A54DFA"/>
    <w:rsid w:val="00A702FD"/>
    <w:rsid w:val="00A71656"/>
    <w:rsid w:val="00A72DDF"/>
    <w:rsid w:val="00A76DB3"/>
    <w:rsid w:val="00A77E92"/>
    <w:rsid w:val="00A829B6"/>
    <w:rsid w:val="00A837C2"/>
    <w:rsid w:val="00A8416F"/>
    <w:rsid w:val="00A91D34"/>
    <w:rsid w:val="00A92366"/>
    <w:rsid w:val="00AA404B"/>
    <w:rsid w:val="00AA56DF"/>
    <w:rsid w:val="00AA714C"/>
    <w:rsid w:val="00AA7B96"/>
    <w:rsid w:val="00AB0A61"/>
    <w:rsid w:val="00AB55F8"/>
    <w:rsid w:val="00AC255C"/>
    <w:rsid w:val="00AC2F89"/>
    <w:rsid w:val="00AC442C"/>
    <w:rsid w:val="00AC685D"/>
    <w:rsid w:val="00AD2F64"/>
    <w:rsid w:val="00AD38D5"/>
    <w:rsid w:val="00AD68E7"/>
    <w:rsid w:val="00AE17E3"/>
    <w:rsid w:val="00AE1F93"/>
    <w:rsid w:val="00AE421E"/>
    <w:rsid w:val="00AE6577"/>
    <w:rsid w:val="00AF0FDC"/>
    <w:rsid w:val="00AF1440"/>
    <w:rsid w:val="00AF246B"/>
    <w:rsid w:val="00AF24B2"/>
    <w:rsid w:val="00AF7658"/>
    <w:rsid w:val="00B0237D"/>
    <w:rsid w:val="00B041B4"/>
    <w:rsid w:val="00B05B45"/>
    <w:rsid w:val="00B113FA"/>
    <w:rsid w:val="00B20D5D"/>
    <w:rsid w:val="00B21CBB"/>
    <w:rsid w:val="00B257EE"/>
    <w:rsid w:val="00B3073D"/>
    <w:rsid w:val="00B3440F"/>
    <w:rsid w:val="00B37918"/>
    <w:rsid w:val="00B40682"/>
    <w:rsid w:val="00B42D75"/>
    <w:rsid w:val="00B436F2"/>
    <w:rsid w:val="00B43F86"/>
    <w:rsid w:val="00B467FB"/>
    <w:rsid w:val="00B476D9"/>
    <w:rsid w:val="00B528D3"/>
    <w:rsid w:val="00B534DC"/>
    <w:rsid w:val="00B53808"/>
    <w:rsid w:val="00B61802"/>
    <w:rsid w:val="00B65FA3"/>
    <w:rsid w:val="00B74A6C"/>
    <w:rsid w:val="00B74AD0"/>
    <w:rsid w:val="00B759E3"/>
    <w:rsid w:val="00B771E7"/>
    <w:rsid w:val="00B811F7"/>
    <w:rsid w:val="00B861E5"/>
    <w:rsid w:val="00B86739"/>
    <w:rsid w:val="00B9444F"/>
    <w:rsid w:val="00BA20E6"/>
    <w:rsid w:val="00BA2DE3"/>
    <w:rsid w:val="00BA32D9"/>
    <w:rsid w:val="00BA3549"/>
    <w:rsid w:val="00BA77B3"/>
    <w:rsid w:val="00BB4411"/>
    <w:rsid w:val="00BB4BB3"/>
    <w:rsid w:val="00BB6AD3"/>
    <w:rsid w:val="00BC24F5"/>
    <w:rsid w:val="00BC344B"/>
    <w:rsid w:val="00BD0185"/>
    <w:rsid w:val="00BD1974"/>
    <w:rsid w:val="00BD1FF8"/>
    <w:rsid w:val="00BE04DB"/>
    <w:rsid w:val="00BE4D9E"/>
    <w:rsid w:val="00BE612C"/>
    <w:rsid w:val="00BE73F4"/>
    <w:rsid w:val="00BE75D8"/>
    <w:rsid w:val="00BF5F87"/>
    <w:rsid w:val="00C0296A"/>
    <w:rsid w:val="00C03C32"/>
    <w:rsid w:val="00C15621"/>
    <w:rsid w:val="00C165F5"/>
    <w:rsid w:val="00C2110C"/>
    <w:rsid w:val="00C2755E"/>
    <w:rsid w:val="00C3066F"/>
    <w:rsid w:val="00C314E6"/>
    <w:rsid w:val="00C32F54"/>
    <w:rsid w:val="00C4133C"/>
    <w:rsid w:val="00C42EE7"/>
    <w:rsid w:val="00C4318D"/>
    <w:rsid w:val="00C54448"/>
    <w:rsid w:val="00C55BE8"/>
    <w:rsid w:val="00C56FC6"/>
    <w:rsid w:val="00C60027"/>
    <w:rsid w:val="00C70692"/>
    <w:rsid w:val="00C72650"/>
    <w:rsid w:val="00C73130"/>
    <w:rsid w:val="00C76164"/>
    <w:rsid w:val="00C87414"/>
    <w:rsid w:val="00C91583"/>
    <w:rsid w:val="00C928DE"/>
    <w:rsid w:val="00C9305D"/>
    <w:rsid w:val="00C965EE"/>
    <w:rsid w:val="00CA0EA0"/>
    <w:rsid w:val="00CA744F"/>
    <w:rsid w:val="00CA7CE4"/>
    <w:rsid w:val="00CB12EA"/>
    <w:rsid w:val="00CB1A85"/>
    <w:rsid w:val="00CB4EEF"/>
    <w:rsid w:val="00CB73F4"/>
    <w:rsid w:val="00CC0B74"/>
    <w:rsid w:val="00CC12CB"/>
    <w:rsid w:val="00CC369E"/>
    <w:rsid w:val="00CD2B92"/>
    <w:rsid w:val="00CD739E"/>
    <w:rsid w:val="00CE27BB"/>
    <w:rsid w:val="00CE2FCB"/>
    <w:rsid w:val="00CE5912"/>
    <w:rsid w:val="00CE7A50"/>
    <w:rsid w:val="00CF1C2D"/>
    <w:rsid w:val="00CF5757"/>
    <w:rsid w:val="00CF763B"/>
    <w:rsid w:val="00D01161"/>
    <w:rsid w:val="00D011F6"/>
    <w:rsid w:val="00D16163"/>
    <w:rsid w:val="00D179E7"/>
    <w:rsid w:val="00D20D6B"/>
    <w:rsid w:val="00D2180F"/>
    <w:rsid w:val="00D24557"/>
    <w:rsid w:val="00D25A28"/>
    <w:rsid w:val="00D263D5"/>
    <w:rsid w:val="00D26552"/>
    <w:rsid w:val="00D301CF"/>
    <w:rsid w:val="00D334D1"/>
    <w:rsid w:val="00D35AA3"/>
    <w:rsid w:val="00D43AA1"/>
    <w:rsid w:val="00D45445"/>
    <w:rsid w:val="00D45771"/>
    <w:rsid w:val="00D46C34"/>
    <w:rsid w:val="00D50151"/>
    <w:rsid w:val="00D54DE9"/>
    <w:rsid w:val="00D6312E"/>
    <w:rsid w:val="00D635CA"/>
    <w:rsid w:val="00D67002"/>
    <w:rsid w:val="00D67E37"/>
    <w:rsid w:val="00D70DA1"/>
    <w:rsid w:val="00D80549"/>
    <w:rsid w:val="00D81A75"/>
    <w:rsid w:val="00D94CDF"/>
    <w:rsid w:val="00D9698D"/>
    <w:rsid w:val="00DA019E"/>
    <w:rsid w:val="00DA05CE"/>
    <w:rsid w:val="00DB58B2"/>
    <w:rsid w:val="00DB6759"/>
    <w:rsid w:val="00DC5459"/>
    <w:rsid w:val="00DD133F"/>
    <w:rsid w:val="00DD77B7"/>
    <w:rsid w:val="00DE3E93"/>
    <w:rsid w:val="00DE4C74"/>
    <w:rsid w:val="00DF6685"/>
    <w:rsid w:val="00E11B69"/>
    <w:rsid w:val="00E206B8"/>
    <w:rsid w:val="00E211AD"/>
    <w:rsid w:val="00E21A1C"/>
    <w:rsid w:val="00E24695"/>
    <w:rsid w:val="00E26C18"/>
    <w:rsid w:val="00E306D0"/>
    <w:rsid w:val="00E3471C"/>
    <w:rsid w:val="00E35432"/>
    <w:rsid w:val="00E47ADF"/>
    <w:rsid w:val="00E5111B"/>
    <w:rsid w:val="00E5157D"/>
    <w:rsid w:val="00E6345D"/>
    <w:rsid w:val="00E65B86"/>
    <w:rsid w:val="00E77EDF"/>
    <w:rsid w:val="00E80C6D"/>
    <w:rsid w:val="00E8566D"/>
    <w:rsid w:val="00E864EB"/>
    <w:rsid w:val="00E91BB7"/>
    <w:rsid w:val="00E9438D"/>
    <w:rsid w:val="00E95824"/>
    <w:rsid w:val="00E967BB"/>
    <w:rsid w:val="00EA7D61"/>
    <w:rsid w:val="00EB2A61"/>
    <w:rsid w:val="00EB74EE"/>
    <w:rsid w:val="00EC514D"/>
    <w:rsid w:val="00EC5AE9"/>
    <w:rsid w:val="00ED0B36"/>
    <w:rsid w:val="00ED1CEA"/>
    <w:rsid w:val="00ED63CA"/>
    <w:rsid w:val="00ED7428"/>
    <w:rsid w:val="00ED7B93"/>
    <w:rsid w:val="00ED7C93"/>
    <w:rsid w:val="00EE7274"/>
    <w:rsid w:val="00EF61B7"/>
    <w:rsid w:val="00F01930"/>
    <w:rsid w:val="00F04A09"/>
    <w:rsid w:val="00F124DF"/>
    <w:rsid w:val="00F125D5"/>
    <w:rsid w:val="00F13EDB"/>
    <w:rsid w:val="00F14B89"/>
    <w:rsid w:val="00F20C49"/>
    <w:rsid w:val="00F22467"/>
    <w:rsid w:val="00F25D11"/>
    <w:rsid w:val="00F35107"/>
    <w:rsid w:val="00F363A0"/>
    <w:rsid w:val="00F402FD"/>
    <w:rsid w:val="00F42340"/>
    <w:rsid w:val="00F43A2F"/>
    <w:rsid w:val="00F45415"/>
    <w:rsid w:val="00F50EB0"/>
    <w:rsid w:val="00F57E0B"/>
    <w:rsid w:val="00F65232"/>
    <w:rsid w:val="00F658CD"/>
    <w:rsid w:val="00F66AC1"/>
    <w:rsid w:val="00F72D0F"/>
    <w:rsid w:val="00F8364D"/>
    <w:rsid w:val="00F865C0"/>
    <w:rsid w:val="00F8703D"/>
    <w:rsid w:val="00F87D70"/>
    <w:rsid w:val="00F905D4"/>
    <w:rsid w:val="00F91844"/>
    <w:rsid w:val="00F9531C"/>
    <w:rsid w:val="00FA0D6B"/>
    <w:rsid w:val="00FA5AF8"/>
    <w:rsid w:val="00FA7A52"/>
    <w:rsid w:val="00FB26F5"/>
    <w:rsid w:val="00FB2851"/>
    <w:rsid w:val="00FB7689"/>
    <w:rsid w:val="00FD51F9"/>
    <w:rsid w:val="00FD530A"/>
    <w:rsid w:val="00FD5B43"/>
    <w:rsid w:val="00FD5D95"/>
    <w:rsid w:val="00FF0383"/>
    <w:rsid w:val="00FF26CB"/>
    <w:rsid w:val="00FF5D86"/>
    <w:rsid w:val="00FF67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8E0294"/>
  <w15:docId w15:val="{DB8C8B76-ACDF-4DAB-9894-63872AC0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32F54"/>
    <w:pPr>
      <w:spacing w:after="200" w:line="276" w:lineRule="auto"/>
    </w:pPr>
    <w:rPr>
      <w:rFonts w:ascii="Calibri" w:hAnsi="Calibri"/>
      <w:sz w:val="22"/>
      <w:szCs w:val="22"/>
    </w:rPr>
  </w:style>
  <w:style w:type="paragraph" w:styleId="Titolo1">
    <w:name w:val="heading 1"/>
    <w:basedOn w:val="Normale"/>
    <w:next w:val="Normale"/>
    <w:qFormat/>
    <w:rsid w:val="007031D9"/>
    <w:pPr>
      <w:keepNext/>
      <w:outlineLvl w:val="0"/>
    </w:pPr>
    <w:rPr>
      <w:rFonts w:ascii="Arial" w:hAnsi="Arial" w:cs="Arial"/>
      <w:b/>
      <w:bCs/>
      <w:sz w:val="20"/>
    </w:rPr>
  </w:style>
  <w:style w:type="paragraph" w:styleId="Titolo2">
    <w:name w:val="heading 2"/>
    <w:basedOn w:val="Normale"/>
    <w:next w:val="Normale"/>
    <w:qFormat/>
    <w:rsid w:val="007031D9"/>
    <w:pPr>
      <w:keepNext/>
      <w:outlineLvl w:val="1"/>
    </w:pPr>
    <w:rPr>
      <w:rFonts w:ascii="Arial" w:hAnsi="Arial" w:cs="Arial"/>
      <w:b/>
      <w:bCs/>
    </w:rPr>
  </w:style>
  <w:style w:type="paragraph" w:styleId="Titolo3">
    <w:name w:val="heading 3"/>
    <w:basedOn w:val="Normale"/>
    <w:next w:val="Normale"/>
    <w:qFormat/>
    <w:rsid w:val="007031D9"/>
    <w:pPr>
      <w:keepNext/>
      <w:outlineLvl w:val="2"/>
    </w:pPr>
    <w:rPr>
      <w:b/>
      <w:u w:val="single"/>
    </w:rPr>
  </w:style>
  <w:style w:type="paragraph" w:styleId="Titolo4">
    <w:name w:val="heading 4"/>
    <w:basedOn w:val="Normale"/>
    <w:next w:val="Normale"/>
    <w:qFormat/>
    <w:rsid w:val="007031D9"/>
    <w:pPr>
      <w:keepNext/>
      <w:outlineLvl w:val="3"/>
    </w:pPr>
    <w:rPr>
      <w:b/>
    </w:rPr>
  </w:style>
  <w:style w:type="paragraph" w:styleId="Titolo5">
    <w:name w:val="heading 5"/>
    <w:basedOn w:val="Normale"/>
    <w:next w:val="Normale"/>
    <w:qFormat/>
    <w:rsid w:val="007031D9"/>
    <w:pPr>
      <w:keepNext/>
      <w:jc w:val="both"/>
      <w:outlineLvl w:val="4"/>
    </w:pPr>
    <w:rPr>
      <w:b/>
    </w:rPr>
  </w:style>
  <w:style w:type="paragraph" w:styleId="Titolo6">
    <w:name w:val="heading 6"/>
    <w:basedOn w:val="Normale"/>
    <w:next w:val="Normale"/>
    <w:qFormat/>
    <w:rsid w:val="007031D9"/>
    <w:pPr>
      <w:keepNext/>
      <w:jc w:val="center"/>
      <w:outlineLvl w:val="5"/>
    </w:pPr>
    <w:rPr>
      <w:b/>
      <w:sz w:val="20"/>
    </w:rPr>
  </w:style>
  <w:style w:type="paragraph" w:styleId="Titolo7">
    <w:name w:val="heading 7"/>
    <w:basedOn w:val="Normale"/>
    <w:next w:val="Normale"/>
    <w:qFormat/>
    <w:rsid w:val="00332E95"/>
    <w:pPr>
      <w:spacing w:before="240" w:after="60"/>
      <w:outlineLvl w:val="6"/>
    </w:pPr>
    <w:rPr>
      <w:rFonts w:ascii="Times New Roman" w:hAnsi="Times New Roman"/>
      <w:sz w:val="24"/>
      <w:szCs w:val="24"/>
    </w:rPr>
  </w:style>
  <w:style w:type="paragraph" w:styleId="Titolo9">
    <w:name w:val="heading 9"/>
    <w:basedOn w:val="Normale"/>
    <w:next w:val="Normale"/>
    <w:qFormat/>
    <w:rsid w:val="00332E95"/>
    <w:pPr>
      <w:spacing w:before="240" w:after="60"/>
      <w:outlineLvl w:val="8"/>
    </w:pPr>
    <w:rPr>
      <w:rFonts w:ascii="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7031D9"/>
    <w:pPr>
      <w:tabs>
        <w:tab w:val="center" w:pos="4819"/>
        <w:tab w:val="right" w:pos="9638"/>
      </w:tabs>
    </w:pPr>
  </w:style>
  <w:style w:type="paragraph" w:styleId="Pidipagina">
    <w:name w:val="footer"/>
    <w:basedOn w:val="Normale"/>
    <w:rsid w:val="007031D9"/>
    <w:pPr>
      <w:tabs>
        <w:tab w:val="center" w:pos="4819"/>
        <w:tab w:val="right" w:pos="9638"/>
      </w:tabs>
    </w:pPr>
  </w:style>
  <w:style w:type="paragraph" w:styleId="Corpotesto">
    <w:name w:val="Body Text"/>
    <w:basedOn w:val="Normale"/>
    <w:rsid w:val="007031D9"/>
    <w:pPr>
      <w:jc w:val="both"/>
    </w:pPr>
  </w:style>
  <w:style w:type="paragraph" w:styleId="Rientrocorpodeltesto">
    <w:name w:val="Body Text Indent"/>
    <w:basedOn w:val="Normale"/>
    <w:rsid w:val="007031D9"/>
    <w:pPr>
      <w:ind w:left="1276" w:hanging="1276"/>
      <w:jc w:val="both"/>
    </w:pPr>
  </w:style>
  <w:style w:type="character" w:styleId="Collegamentoipertestuale">
    <w:name w:val="Hyperlink"/>
    <w:basedOn w:val="Carpredefinitoparagrafo"/>
    <w:rsid w:val="009244CA"/>
    <w:rPr>
      <w:color w:val="0000FF"/>
      <w:u w:val="single"/>
    </w:rPr>
  </w:style>
  <w:style w:type="paragraph" w:styleId="Testonotaapidipagina">
    <w:name w:val="footnote text"/>
    <w:basedOn w:val="Normale"/>
    <w:semiHidden/>
    <w:rsid w:val="009244CA"/>
    <w:rPr>
      <w:sz w:val="20"/>
      <w:szCs w:val="20"/>
    </w:rPr>
  </w:style>
  <w:style w:type="paragraph" w:customStyle="1" w:styleId="popolo">
    <w:name w:val="popolo"/>
    <w:basedOn w:val="Normale"/>
    <w:rsid w:val="009244CA"/>
    <w:pPr>
      <w:spacing w:line="520" w:lineRule="atLeast"/>
      <w:jc w:val="both"/>
    </w:pPr>
    <w:rPr>
      <w:rFonts w:ascii="Garamond" w:hAnsi="Garamond"/>
      <w:sz w:val="30"/>
      <w:szCs w:val="30"/>
    </w:rPr>
  </w:style>
  <w:style w:type="character" w:styleId="Rimandonotaapidipagina">
    <w:name w:val="footnote reference"/>
    <w:basedOn w:val="Carpredefinitoparagrafo"/>
    <w:semiHidden/>
    <w:rsid w:val="009244CA"/>
    <w:rPr>
      <w:vertAlign w:val="superscript"/>
    </w:rPr>
  </w:style>
  <w:style w:type="paragraph" w:styleId="NormaleWeb">
    <w:name w:val="Normal (Web)"/>
    <w:basedOn w:val="Normale"/>
    <w:rsid w:val="00D179E7"/>
    <w:pPr>
      <w:spacing w:before="100" w:beforeAutospacing="1" w:after="100" w:afterAutospacing="1"/>
    </w:pPr>
  </w:style>
  <w:style w:type="character" w:styleId="Enfasigrassetto">
    <w:name w:val="Strong"/>
    <w:basedOn w:val="Carpredefinitoparagrafo"/>
    <w:qFormat/>
    <w:rsid w:val="00D179E7"/>
    <w:rPr>
      <w:b/>
      <w:bCs/>
    </w:rPr>
  </w:style>
  <w:style w:type="character" w:styleId="Enfasicorsivo">
    <w:name w:val="Emphasis"/>
    <w:basedOn w:val="Carpredefinitoparagrafo"/>
    <w:qFormat/>
    <w:rsid w:val="00BE4D9E"/>
    <w:rPr>
      <w:i/>
      <w:iCs/>
    </w:rPr>
  </w:style>
  <w:style w:type="paragraph" w:styleId="Corpodeltesto3">
    <w:name w:val="Body Text 3"/>
    <w:basedOn w:val="Normale"/>
    <w:rsid w:val="00332E95"/>
    <w:pPr>
      <w:spacing w:after="120"/>
    </w:pPr>
    <w:rPr>
      <w:sz w:val="16"/>
      <w:szCs w:val="16"/>
    </w:rPr>
  </w:style>
  <w:style w:type="table" w:styleId="Grigliatabella">
    <w:name w:val="Table Grid"/>
    <w:basedOn w:val="Tabellanormale"/>
    <w:rsid w:val="00332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1">
    <w:name w:val="Corpo testo1"/>
    <w:basedOn w:val="Normale"/>
    <w:rsid w:val="00332E95"/>
    <w:pPr>
      <w:spacing w:after="0" w:line="240" w:lineRule="auto"/>
      <w:jc w:val="both"/>
    </w:pPr>
    <w:rPr>
      <w:rFonts w:ascii="Times New Roman" w:hAnsi="Times New Roman"/>
      <w:sz w:val="20"/>
      <w:szCs w:val="20"/>
    </w:rPr>
  </w:style>
  <w:style w:type="paragraph" w:styleId="Testocommento">
    <w:name w:val="annotation text"/>
    <w:basedOn w:val="Normale"/>
    <w:semiHidden/>
    <w:rsid w:val="00332E95"/>
    <w:pPr>
      <w:spacing w:after="0" w:line="240" w:lineRule="auto"/>
    </w:pPr>
    <w:rPr>
      <w:rFonts w:ascii="Times New Roman" w:hAnsi="Times New Roman"/>
      <w:sz w:val="20"/>
      <w:szCs w:val="20"/>
    </w:rPr>
  </w:style>
  <w:style w:type="paragraph" w:styleId="Testofumetto">
    <w:name w:val="Balloon Text"/>
    <w:basedOn w:val="Normale"/>
    <w:semiHidden/>
    <w:rsid w:val="00332E95"/>
    <w:pPr>
      <w:spacing w:after="0" w:line="240" w:lineRule="auto"/>
    </w:pPr>
    <w:rPr>
      <w:rFonts w:ascii="Tahoma" w:hAnsi="Tahoma" w:cs="Courier New"/>
      <w:sz w:val="16"/>
      <w:szCs w:val="16"/>
    </w:rPr>
  </w:style>
  <w:style w:type="paragraph" w:styleId="Rientrocorpodeltesto3">
    <w:name w:val="Body Text Indent 3"/>
    <w:basedOn w:val="Normale"/>
    <w:rsid w:val="00441D9A"/>
    <w:pPr>
      <w:spacing w:after="120" w:line="240" w:lineRule="auto"/>
      <w:ind w:left="283"/>
    </w:pPr>
    <w:rPr>
      <w:rFonts w:ascii="Times New Roman" w:hAnsi="Times New Roman"/>
      <w:sz w:val="16"/>
      <w:szCs w:val="16"/>
    </w:rPr>
  </w:style>
  <w:style w:type="character" w:styleId="Numeropagina">
    <w:name w:val="page number"/>
    <w:basedOn w:val="Carpredefinitoparagrafo"/>
    <w:rsid w:val="000E336B"/>
  </w:style>
  <w:style w:type="paragraph" w:customStyle="1" w:styleId="Default">
    <w:name w:val="Default"/>
    <w:rsid w:val="00F57E0B"/>
    <w:pPr>
      <w:autoSpaceDE w:val="0"/>
      <w:autoSpaceDN w:val="0"/>
      <w:adjustRightInd w:val="0"/>
    </w:pPr>
    <w:rPr>
      <w:color w:val="000000"/>
      <w:sz w:val="24"/>
      <w:szCs w:val="24"/>
    </w:rPr>
  </w:style>
  <w:style w:type="character" w:customStyle="1" w:styleId="apple-converted-space">
    <w:name w:val="apple-converted-space"/>
    <w:basedOn w:val="Carpredefinitoparagrafo"/>
    <w:rsid w:val="00B05B45"/>
  </w:style>
  <w:style w:type="paragraph" w:styleId="Paragrafoelenco">
    <w:name w:val="List Paragraph"/>
    <w:basedOn w:val="Normale"/>
    <w:uiPriority w:val="34"/>
    <w:qFormat/>
    <w:rsid w:val="004F5C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79088">
      <w:bodyDiv w:val="1"/>
      <w:marLeft w:val="0"/>
      <w:marRight w:val="0"/>
      <w:marTop w:val="0"/>
      <w:marBottom w:val="0"/>
      <w:divBdr>
        <w:top w:val="none" w:sz="0" w:space="0" w:color="auto"/>
        <w:left w:val="none" w:sz="0" w:space="0" w:color="auto"/>
        <w:bottom w:val="none" w:sz="0" w:space="0" w:color="auto"/>
        <w:right w:val="none" w:sz="0" w:space="0" w:color="auto"/>
      </w:divBdr>
      <w:divsChild>
        <w:div w:id="1954094285">
          <w:marLeft w:val="0"/>
          <w:marRight w:val="0"/>
          <w:marTop w:val="0"/>
          <w:marBottom w:val="0"/>
          <w:divBdr>
            <w:top w:val="none" w:sz="0" w:space="0" w:color="auto"/>
            <w:left w:val="none" w:sz="0" w:space="0" w:color="auto"/>
            <w:bottom w:val="none" w:sz="0" w:space="0" w:color="auto"/>
            <w:right w:val="none" w:sz="0" w:space="0" w:color="auto"/>
          </w:divBdr>
          <w:divsChild>
            <w:div w:id="545722102">
              <w:marLeft w:val="75"/>
              <w:marRight w:val="0"/>
              <w:marTop w:val="135"/>
              <w:marBottom w:val="375"/>
              <w:divBdr>
                <w:top w:val="none" w:sz="0" w:space="0" w:color="auto"/>
                <w:left w:val="none" w:sz="0" w:space="0" w:color="auto"/>
                <w:bottom w:val="none" w:sz="0" w:space="0" w:color="auto"/>
                <w:right w:val="none" w:sz="0" w:space="0" w:color="auto"/>
              </w:divBdr>
              <w:divsChild>
                <w:div w:id="467864294">
                  <w:marLeft w:val="0"/>
                  <w:marRight w:val="0"/>
                  <w:marTop w:val="75"/>
                  <w:marBottom w:val="225"/>
                  <w:divBdr>
                    <w:top w:val="none" w:sz="0" w:space="0" w:color="auto"/>
                    <w:left w:val="none" w:sz="0" w:space="0" w:color="auto"/>
                    <w:bottom w:val="none" w:sz="0" w:space="0" w:color="auto"/>
                    <w:right w:val="none" w:sz="0" w:space="0" w:color="auto"/>
                  </w:divBdr>
                  <w:divsChild>
                    <w:div w:id="1463690343">
                      <w:marLeft w:val="0"/>
                      <w:marRight w:val="0"/>
                      <w:marTop w:val="0"/>
                      <w:marBottom w:val="0"/>
                      <w:divBdr>
                        <w:top w:val="none" w:sz="0" w:space="0" w:color="auto"/>
                        <w:left w:val="none" w:sz="0" w:space="0" w:color="auto"/>
                        <w:bottom w:val="none" w:sz="0" w:space="0" w:color="auto"/>
                        <w:right w:val="none" w:sz="0" w:space="0" w:color="auto"/>
                      </w:divBdr>
                    </w:div>
                  </w:divsChild>
                </w:div>
                <w:div w:id="829948557">
                  <w:marLeft w:val="0"/>
                  <w:marRight w:val="0"/>
                  <w:marTop w:val="90"/>
                  <w:marBottom w:val="75"/>
                  <w:divBdr>
                    <w:top w:val="none" w:sz="0" w:space="0" w:color="auto"/>
                    <w:left w:val="none" w:sz="0" w:space="0" w:color="auto"/>
                    <w:bottom w:val="none" w:sz="0" w:space="0" w:color="auto"/>
                    <w:right w:val="none" w:sz="0" w:space="0" w:color="auto"/>
                  </w:divBdr>
                  <w:divsChild>
                    <w:div w:id="151484452">
                      <w:marLeft w:val="0"/>
                      <w:marRight w:val="0"/>
                      <w:marTop w:val="0"/>
                      <w:marBottom w:val="0"/>
                      <w:divBdr>
                        <w:top w:val="none" w:sz="0" w:space="0" w:color="auto"/>
                        <w:left w:val="none" w:sz="0" w:space="0" w:color="auto"/>
                        <w:bottom w:val="none" w:sz="0" w:space="0" w:color="auto"/>
                        <w:right w:val="none" w:sz="0" w:space="0" w:color="auto"/>
                      </w:divBdr>
                    </w:div>
                  </w:divsChild>
                </w:div>
                <w:div w:id="1626538645">
                  <w:marLeft w:val="0"/>
                  <w:marRight w:val="0"/>
                  <w:marTop w:val="225"/>
                  <w:marBottom w:val="75"/>
                  <w:divBdr>
                    <w:top w:val="none" w:sz="0" w:space="0" w:color="auto"/>
                    <w:left w:val="none" w:sz="0" w:space="0" w:color="auto"/>
                    <w:bottom w:val="none" w:sz="0" w:space="0" w:color="auto"/>
                    <w:right w:val="none" w:sz="0" w:space="0" w:color="auto"/>
                  </w:divBdr>
                  <w:divsChild>
                    <w:div w:id="7558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701933">
      <w:bodyDiv w:val="1"/>
      <w:marLeft w:val="0"/>
      <w:marRight w:val="0"/>
      <w:marTop w:val="0"/>
      <w:marBottom w:val="0"/>
      <w:divBdr>
        <w:top w:val="none" w:sz="0" w:space="0" w:color="auto"/>
        <w:left w:val="none" w:sz="0" w:space="0" w:color="auto"/>
        <w:bottom w:val="none" w:sz="0" w:space="0" w:color="auto"/>
        <w:right w:val="none" w:sz="0" w:space="0" w:color="auto"/>
      </w:divBdr>
    </w:div>
    <w:div w:id="1021468154">
      <w:bodyDiv w:val="1"/>
      <w:marLeft w:val="0"/>
      <w:marRight w:val="0"/>
      <w:marTop w:val="0"/>
      <w:marBottom w:val="0"/>
      <w:divBdr>
        <w:top w:val="none" w:sz="0" w:space="0" w:color="auto"/>
        <w:left w:val="none" w:sz="0" w:space="0" w:color="auto"/>
        <w:bottom w:val="none" w:sz="0" w:space="0" w:color="auto"/>
        <w:right w:val="none" w:sz="0" w:space="0" w:color="auto"/>
      </w:divBdr>
      <w:divsChild>
        <w:div w:id="888808379">
          <w:marLeft w:val="0"/>
          <w:marRight w:val="0"/>
          <w:marTop w:val="0"/>
          <w:marBottom w:val="0"/>
          <w:divBdr>
            <w:top w:val="none" w:sz="0" w:space="0" w:color="auto"/>
            <w:left w:val="none" w:sz="0" w:space="0" w:color="auto"/>
            <w:bottom w:val="none" w:sz="0" w:space="0" w:color="auto"/>
            <w:right w:val="none" w:sz="0" w:space="0" w:color="auto"/>
          </w:divBdr>
        </w:div>
      </w:divsChild>
    </w:div>
    <w:div w:id="1273707582">
      <w:bodyDiv w:val="1"/>
      <w:marLeft w:val="0"/>
      <w:marRight w:val="0"/>
      <w:marTop w:val="0"/>
      <w:marBottom w:val="0"/>
      <w:divBdr>
        <w:top w:val="none" w:sz="0" w:space="0" w:color="auto"/>
        <w:left w:val="none" w:sz="0" w:space="0" w:color="auto"/>
        <w:bottom w:val="none" w:sz="0" w:space="0" w:color="auto"/>
        <w:right w:val="none" w:sz="0" w:space="0" w:color="auto"/>
      </w:divBdr>
    </w:div>
    <w:div w:id="1323583925">
      <w:bodyDiv w:val="1"/>
      <w:marLeft w:val="0"/>
      <w:marRight w:val="0"/>
      <w:marTop w:val="0"/>
      <w:marBottom w:val="0"/>
      <w:divBdr>
        <w:top w:val="none" w:sz="0" w:space="0" w:color="auto"/>
        <w:left w:val="none" w:sz="0" w:space="0" w:color="auto"/>
        <w:bottom w:val="none" w:sz="0" w:space="0" w:color="auto"/>
        <w:right w:val="none" w:sz="0" w:space="0" w:color="auto"/>
      </w:divBdr>
    </w:div>
    <w:div w:id="1352494022">
      <w:bodyDiv w:val="1"/>
      <w:marLeft w:val="0"/>
      <w:marRight w:val="0"/>
      <w:marTop w:val="0"/>
      <w:marBottom w:val="0"/>
      <w:divBdr>
        <w:top w:val="none" w:sz="0" w:space="0" w:color="auto"/>
        <w:left w:val="none" w:sz="0" w:space="0" w:color="auto"/>
        <w:bottom w:val="none" w:sz="0" w:space="0" w:color="auto"/>
        <w:right w:val="none" w:sz="0" w:space="0" w:color="auto"/>
      </w:divBdr>
    </w:div>
    <w:div w:id="1693148583">
      <w:bodyDiv w:val="1"/>
      <w:marLeft w:val="0"/>
      <w:marRight w:val="0"/>
      <w:marTop w:val="0"/>
      <w:marBottom w:val="0"/>
      <w:divBdr>
        <w:top w:val="none" w:sz="0" w:space="0" w:color="auto"/>
        <w:left w:val="none" w:sz="0" w:space="0" w:color="auto"/>
        <w:bottom w:val="none" w:sz="0" w:space="0" w:color="auto"/>
        <w:right w:val="none" w:sz="0" w:space="0" w:color="auto"/>
      </w:divBdr>
      <w:divsChild>
        <w:div w:id="25907752">
          <w:marLeft w:val="0"/>
          <w:marRight w:val="0"/>
          <w:marTop w:val="0"/>
          <w:marBottom w:val="300"/>
          <w:divBdr>
            <w:top w:val="none" w:sz="0" w:space="0" w:color="auto"/>
            <w:left w:val="none" w:sz="0" w:space="0" w:color="auto"/>
            <w:bottom w:val="none" w:sz="0" w:space="0" w:color="auto"/>
            <w:right w:val="none" w:sz="0" w:space="0" w:color="auto"/>
          </w:divBdr>
          <w:divsChild>
            <w:div w:id="2075084124">
              <w:marLeft w:val="0"/>
              <w:marRight w:val="0"/>
              <w:marTop w:val="0"/>
              <w:marBottom w:val="150"/>
              <w:divBdr>
                <w:top w:val="none" w:sz="0" w:space="0" w:color="auto"/>
                <w:left w:val="none" w:sz="0" w:space="0" w:color="auto"/>
                <w:bottom w:val="none" w:sz="0" w:space="0" w:color="auto"/>
                <w:right w:val="none" w:sz="0" w:space="0" w:color="auto"/>
              </w:divBdr>
              <w:divsChild>
                <w:div w:id="1625380483">
                  <w:marLeft w:val="0"/>
                  <w:marRight w:val="0"/>
                  <w:marTop w:val="0"/>
                  <w:marBottom w:val="0"/>
                  <w:divBdr>
                    <w:top w:val="none" w:sz="0" w:space="0" w:color="auto"/>
                    <w:left w:val="none" w:sz="0" w:space="0" w:color="auto"/>
                    <w:bottom w:val="none" w:sz="0" w:space="0" w:color="auto"/>
                    <w:right w:val="none" w:sz="0" w:space="0" w:color="auto"/>
                  </w:divBdr>
                  <w:divsChild>
                    <w:div w:id="1744256827">
                      <w:marLeft w:val="0"/>
                      <w:marRight w:val="0"/>
                      <w:marTop w:val="0"/>
                      <w:marBottom w:val="0"/>
                      <w:divBdr>
                        <w:top w:val="none" w:sz="0" w:space="0" w:color="auto"/>
                        <w:left w:val="none" w:sz="0" w:space="0" w:color="auto"/>
                        <w:bottom w:val="none" w:sz="0" w:space="0" w:color="auto"/>
                        <w:right w:val="none" w:sz="0" w:space="0" w:color="auto"/>
                      </w:divBdr>
                      <w:divsChild>
                        <w:div w:id="1883134511">
                          <w:marLeft w:val="0"/>
                          <w:marRight w:val="0"/>
                          <w:marTop w:val="0"/>
                          <w:marBottom w:val="0"/>
                          <w:divBdr>
                            <w:top w:val="none" w:sz="0" w:space="0" w:color="auto"/>
                            <w:left w:val="none" w:sz="0" w:space="0" w:color="auto"/>
                            <w:bottom w:val="none" w:sz="0" w:space="0" w:color="auto"/>
                            <w:right w:val="none" w:sz="0" w:space="0" w:color="auto"/>
                          </w:divBdr>
                          <w:divsChild>
                            <w:div w:id="351613908">
                              <w:marLeft w:val="0"/>
                              <w:marRight w:val="0"/>
                              <w:marTop w:val="0"/>
                              <w:marBottom w:val="0"/>
                              <w:divBdr>
                                <w:top w:val="none" w:sz="0" w:space="0" w:color="auto"/>
                                <w:left w:val="none" w:sz="0" w:space="0" w:color="auto"/>
                                <w:bottom w:val="none" w:sz="0" w:space="0" w:color="auto"/>
                                <w:right w:val="none" w:sz="0" w:space="0" w:color="auto"/>
                              </w:divBdr>
                              <w:divsChild>
                                <w:div w:id="2144807676">
                                  <w:marLeft w:val="0"/>
                                  <w:marRight w:val="0"/>
                                  <w:marTop w:val="0"/>
                                  <w:marBottom w:val="0"/>
                                  <w:divBdr>
                                    <w:top w:val="none" w:sz="0" w:space="0" w:color="auto"/>
                                    <w:left w:val="none" w:sz="0" w:space="0" w:color="auto"/>
                                    <w:bottom w:val="none" w:sz="0" w:space="0" w:color="auto"/>
                                    <w:right w:val="none" w:sz="0" w:space="0" w:color="auto"/>
                                  </w:divBdr>
                                  <w:divsChild>
                                    <w:div w:id="1574312478">
                                      <w:marLeft w:val="0"/>
                                      <w:marRight w:val="0"/>
                                      <w:marTop w:val="0"/>
                                      <w:marBottom w:val="0"/>
                                      <w:divBdr>
                                        <w:top w:val="none" w:sz="0" w:space="0" w:color="auto"/>
                                        <w:left w:val="none" w:sz="0" w:space="0" w:color="auto"/>
                                        <w:bottom w:val="none" w:sz="0" w:space="0" w:color="auto"/>
                                        <w:right w:val="none" w:sz="0" w:space="0" w:color="auto"/>
                                      </w:divBdr>
                                      <w:divsChild>
                                        <w:div w:id="646126429">
                                          <w:marLeft w:val="0"/>
                                          <w:marRight w:val="0"/>
                                          <w:marTop w:val="0"/>
                                          <w:marBottom w:val="0"/>
                                          <w:divBdr>
                                            <w:top w:val="none" w:sz="0" w:space="0" w:color="auto"/>
                                            <w:left w:val="none" w:sz="0" w:space="0" w:color="auto"/>
                                            <w:bottom w:val="none" w:sz="0" w:space="0" w:color="auto"/>
                                            <w:right w:val="none" w:sz="0" w:space="0" w:color="auto"/>
                                          </w:divBdr>
                                          <w:divsChild>
                                            <w:div w:id="1464427211">
                                              <w:marLeft w:val="0"/>
                                              <w:marRight w:val="0"/>
                                              <w:marTop w:val="0"/>
                                              <w:marBottom w:val="0"/>
                                              <w:divBdr>
                                                <w:top w:val="none" w:sz="0" w:space="0" w:color="auto"/>
                                                <w:left w:val="none" w:sz="0" w:space="0" w:color="auto"/>
                                                <w:bottom w:val="none" w:sz="0" w:space="0" w:color="auto"/>
                                                <w:right w:val="none" w:sz="0" w:space="0" w:color="auto"/>
                                              </w:divBdr>
                                              <w:divsChild>
                                                <w:div w:id="1671134212">
                                                  <w:marLeft w:val="0"/>
                                                  <w:marRight w:val="0"/>
                                                  <w:marTop w:val="0"/>
                                                  <w:marBottom w:val="0"/>
                                                  <w:divBdr>
                                                    <w:top w:val="none" w:sz="0" w:space="0" w:color="auto"/>
                                                    <w:left w:val="none" w:sz="0" w:space="0" w:color="auto"/>
                                                    <w:bottom w:val="none" w:sz="0" w:space="0" w:color="auto"/>
                                                    <w:right w:val="none" w:sz="0" w:space="0" w:color="auto"/>
                                                  </w:divBdr>
                                                  <w:divsChild>
                                                    <w:div w:id="950429255">
                                                      <w:marLeft w:val="0"/>
                                                      <w:marRight w:val="0"/>
                                                      <w:marTop w:val="0"/>
                                                      <w:marBottom w:val="0"/>
                                                      <w:divBdr>
                                                        <w:top w:val="none" w:sz="0" w:space="0" w:color="auto"/>
                                                        <w:left w:val="none" w:sz="0" w:space="0" w:color="auto"/>
                                                        <w:bottom w:val="none" w:sz="0" w:space="0" w:color="auto"/>
                                                        <w:right w:val="none" w:sz="0" w:space="0" w:color="auto"/>
                                                      </w:divBdr>
                                                      <w:divsChild>
                                                        <w:div w:id="1191071130">
                                                          <w:marLeft w:val="0"/>
                                                          <w:marRight w:val="0"/>
                                                          <w:marTop w:val="0"/>
                                                          <w:marBottom w:val="0"/>
                                                          <w:divBdr>
                                                            <w:top w:val="none" w:sz="0" w:space="0" w:color="auto"/>
                                                            <w:left w:val="none" w:sz="0" w:space="0" w:color="auto"/>
                                                            <w:bottom w:val="none" w:sz="0" w:space="0" w:color="auto"/>
                                                            <w:right w:val="none" w:sz="0" w:space="0" w:color="auto"/>
                                                          </w:divBdr>
                                                          <w:divsChild>
                                                            <w:div w:id="8573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maldarella\Impostazioni%20locali\Temporary%20Internet%20Files\Content.IE5\71Q4OG4W\Dirigent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Dirigente</Template>
  <TotalTime>47</TotalTime>
  <Pages>3</Pages>
  <Words>875</Words>
  <Characters>5913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Prot</vt:lpstr>
    </vt:vector>
  </TitlesOfParts>
  <Company>Family Bruno</Company>
  <LinksUpToDate>false</LinksUpToDate>
  <CharactersWithSpaces>6775</CharactersWithSpaces>
  <SharedDoc>false</SharedDoc>
  <HLinks>
    <vt:vector size="6" baseType="variant">
      <vt:variant>
        <vt:i4>3539051</vt:i4>
      </vt:variant>
      <vt:variant>
        <vt:i4>0</vt:i4>
      </vt:variant>
      <vt:variant>
        <vt:i4>0</vt:i4>
      </vt:variant>
      <vt:variant>
        <vt:i4>5</vt:i4>
      </vt:variant>
      <vt:variant>
        <vt:lpwstr>http://www.comune.buccinasco.mi.it/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comune</dc:creator>
  <cp:lastModifiedBy>Elena Bianchetti</cp:lastModifiedBy>
  <cp:revision>9</cp:revision>
  <cp:lastPrinted>2016-09-05T16:55:00Z</cp:lastPrinted>
  <dcterms:created xsi:type="dcterms:W3CDTF">2021-04-21T15:21:00Z</dcterms:created>
  <dcterms:modified xsi:type="dcterms:W3CDTF">2021-07-08T09:57:00Z</dcterms:modified>
</cp:coreProperties>
</file>